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770550E7" w:rsidR="00413E5D" w:rsidRPr="00561165" w:rsidRDefault="00BC4A7F" w:rsidP="00961FBA">
      <w:pPr>
        <w:pStyle w:val="Nadpis1"/>
        <w:spacing w:before="0"/>
        <w:rPr>
          <w:sz w:val="32"/>
          <w:szCs w:val="32"/>
        </w:rPr>
      </w:pPr>
      <w:r>
        <w:rPr>
          <w:sz w:val="32"/>
          <w:szCs w:val="32"/>
        </w:rPr>
        <w:t>Technické</w:t>
      </w:r>
      <w:r w:rsidR="00413E5D">
        <w:rPr>
          <w:sz w:val="32"/>
          <w:szCs w:val="32"/>
        </w:rPr>
        <w:t xml:space="preserve"> požadavky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546BD7F7" w:rsidR="00413E5D" w:rsidRPr="00686ADC" w:rsidRDefault="00413E5D" w:rsidP="00413E5D">
      <w:pPr>
        <w:pStyle w:val="Odstavecseseznamem"/>
        <w:numPr>
          <w:ilvl w:val="0"/>
          <w:numId w:val="11"/>
        </w:numPr>
        <w:jc w:val="both"/>
      </w:pPr>
      <w:r w:rsidRPr="00686ADC">
        <w:t xml:space="preserve">Základním požadavkem akce: </w:t>
      </w:r>
      <w:r w:rsidR="009442D2" w:rsidRPr="00686ADC">
        <w:rPr>
          <w:b/>
        </w:rPr>
        <w:t>NÁKLADNÍ VOZIDL</w:t>
      </w:r>
      <w:r w:rsidR="00CC2AE6">
        <w:rPr>
          <w:b/>
        </w:rPr>
        <w:t>O S HÁKOVÝM NOSIČEM KONTEJNERŮ</w:t>
      </w:r>
      <w:r w:rsidR="009442D2" w:rsidRPr="00686ADC">
        <w:rPr>
          <w:bCs/>
        </w:rPr>
        <w:t xml:space="preserve">, </w:t>
      </w:r>
      <w:r w:rsidR="000F41C7" w:rsidRPr="00686ADC">
        <w:rPr>
          <w:bCs/>
        </w:rPr>
        <w:t>je</w:t>
      </w:r>
      <w:r w:rsidR="000F41C7" w:rsidRPr="00686ADC">
        <w:t xml:space="preserve"> nákup </w:t>
      </w:r>
      <w:r w:rsidR="009442D2" w:rsidRPr="00686ADC">
        <w:t>nákladního vozidla s</w:t>
      </w:r>
      <w:r w:rsidR="00686ADC">
        <w:t xml:space="preserve"> pohonem 4x4 a </w:t>
      </w:r>
      <w:r w:rsidR="009442D2" w:rsidRPr="00686ADC">
        <w:t>hákovým nosičem kontejnerů, vanovým kontejnerem, valníkovým kontejnerem a dvěma uzavřenými kontejnery s posuvným</w:t>
      </w:r>
      <w:r w:rsidR="00BE5A7F">
        <w:t>i</w:t>
      </w:r>
      <w:r w:rsidR="009442D2" w:rsidRPr="00686ADC">
        <w:t xml:space="preserve"> </w:t>
      </w:r>
      <w:r w:rsidR="00686ADC">
        <w:t>a uzamykatelným</w:t>
      </w:r>
      <w:r w:rsidR="00BE5A7F">
        <w:t>i</w:t>
      </w:r>
      <w:r w:rsidR="00686ADC">
        <w:t xml:space="preserve"> </w:t>
      </w:r>
      <w:r w:rsidR="009442D2" w:rsidRPr="00686ADC">
        <w:t>vík</w:t>
      </w:r>
      <w:r w:rsidR="00BE5A7F">
        <w:t>y</w:t>
      </w:r>
      <w:r w:rsidR="009442D2" w:rsidRPr="00686ADC">
        <w:t xml:space="preserve"> </w:t>
      </w:r>
      <w:r w:rsidR="00F9788F" w:rsidRPr="00686ADC">
        <w:t>určen</w:t>
      </w:r>
      <w:r w:rsidR="00E55D97" w:rsidRPr="00686ADC">
        <w:t>ého</w:t>
      </w:r>
      <w:r w:rsidRPr="00686ADC">
        <w:t xml:space="preserve"> </w:t>
      </w:r>
      <w:r w:rsidR="000A290F" w:rsidRPr="00686ADC">
        <w:t xml:space="preserve">pro potřebu správy tratí </w:t>
      </w:r>
      <w:r w:rsidRPr="00686ADC">
        <w:t>při údržbě dr</w:t>
      </w:r>
      <w:r w:rsidR="000F41C7" w:rsidRPr="00686ADC">
        <w:t>ážního tělesa</w:t>
      </w:r>
      <w:r w:rsidR="00E55D97" w:rsidRPr="00686ADC">
        <w:t xml:space="preserve"> </w:t>
      </w:r>
      <w:r w:rsidRPr="00686ADC">
        <w:t>za účelem zajištění provozuschopnosti železniční infrastruktury zadavatele</w:t>
      </w:r>
      <w:r w:rsidR="00E55D97" w:rsidRPr="00686ADC">
        <w:t>;</w:t>
      </w:r>
    </w:p>
    <w:p w14:paraId="06727756" w14:textId="79C2F073" w:rsidR="00CD3E6B" w:rsidRPr="008A5CDC" w:rsidRDefault="00CD3E6B" w:rsidP="00413E5D">
      <w:pPr>
        <w:pStyle w:val="Odstavecseseznamem"/>
        <w:numPr>
          <w:ilvl w:val="0"/>
          <w:numId w:val="11"/>
        </w:numPr>
        <w:jc w:val="both"/>
      </w:pPr>
      <w:r w:rsidRPr="008A5CDC">
        <w:t>Nabízen</w:t>
      </w:r>
      <w:r w:rsidR="008A5CDC" w:rsidRPr="008A5CDC">
        <w:t>é</w:t>
      </w:r>
      <w:r w:rsidRPr="008A5CDC">
        <w:t xml:space="preserve"> (dodávan</w:t>
      </w:r>
      <w:r w:rsidR="008A5CDC" w:rsidRPr="008A5CDC">
        <w:t>é</w:t>
      </w:r>
      <w:r w:rsidRPr="008A5CDC">
        <w:t xml:space="preserve">) </w:t>
      </w:r>
      <w:r w:rsidR="009442D2">
        <w:t>vozidlo</w:t>
      </w:r>
      <w:r w:rsidR="000D7ED5">
        <w:t xml:space="preserve"> s hákovým nosičem kontejnerů</w:t>
      </w:r>
      <w:r w:rsidR="009442D2">
        <w:t xml:space="preserve"> i kontejnery</w:t>
      </w:r>
      <w:r w:rsidRPr="008A5CDC">
        <w:t xml:space="preserve"> požaduje zadavatel zakázky nov</w:t>
      </w:r>
      <w:r w:rsidR="008A5CDC" w:rsidRPr="008A5CDC">
        <w:t>é</w:t>
      </w:r>
      <w:r w:rsidRPr="008A5CDC">
        <w:t xml:space="preserve"> a nepoužit</w:t>
      </w:r>
      <w:r w:rsidR="008A5CDC" w:rsidRPr="008A5CDC">
        <w:t>é</w:t>
      </w:r>
      <w:r w:rsidRPr="008A5CDC">
        <w:t>. Nepřipouští se nabídka použit</w:t>
      </w:r>
      <w:r w:rsidR="00686ADC">
        <w:t>ého</w:t>
      </w:r>
      <w:r w:rsidRPr="008A5CDC">
        <w:t>, případně „předváděcí</w:t>
      </w:r>
      <w:r w:rsidR="008A5CDC" w:rsidRPr="008A5CDC">
        <w:t>h</w:t>
      </w:r>
      <w:r w:rsidR="00686ADC">
        <w:t>o</w:t>
      </w:r>
      <w:r w:rsidRPr="008A5CDC">
        <w:t xml:space="preserve"> </w:t>
      </w:r>
      <w:r w:rsidR="009442D2">
        <w:t>vozidl</w:t>
      </w:r>
      <w:r w:rsidR="00686ADC">
        <w:t>a</w:t>
      </w:r>
      <w:r w:rsidRPr="008A5CDC">
        <w:t>“</w:t>
      </w:r>
      <w:r w:rsidR="00E55D97" w:rsidRPr="008A5CDC">
        <w:t xml:space="preserve">, jakož i </w:t>
      </w:r>
      <w:r w:rsidR="009442D2">
        <w:t>kontejnerů.</w:t>
      </w:r>
    </w:p>
    <w:p w14:paraId="732738CF" w14:textId="3127C717" w:rsidR="00E95EA4" w:rsidRPr="00E95EA4" w:rsidRDefault="00413E5D" w:rsidP="00E95EA4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  <w:r w:rsidR="00E95EA4">
        <w:rPr>
          <w:color w:val="00B0F0"/>
        </w:rPr>
        <w:t>vozidla</w:t>
      </w:r>
      <w:r w:rsidR="009442D2">
        <w:rPr>
          <w:color w:val="00B0F0"/>
        </w:rPr>
        <w:t>, nástavby a kontejnerů</w:t>
      </w:r>
    </w:p>
    <w:p w14:paraId="38C05063" w14:textId="5D676CB1" w:rsidR="00C233B5" w:rsidRPr="00E1776D" w:rsidRDefault="00E95EA4" w:rsidP="002F52DB">
      <w:pPr>
        <w:pStyle w:val="Odstavecseseznamem"/>
        <w:numPr>
          <w:ilvl w:val="0"/>
          <w:numId w:val="10"/>
        </w:numPr>
        <w:jc w:val="both"/>
      </w:pPr>
      <w:r w:rsidRPr="00E1776D">
        <w:t>1</w:t>
      </w:r>
      <w:r w:rsidR="00F9788F" w:rsidRPr="00E1776D">
        <w:t xml:space="preserve">x </w:t>
      </w:r>
      <w:r w:rsidR="009442D2">
        <w:t>nákladní vozidlo s hákovým nosičem kontejnerů</w:t>
      </w:r>
      <w:r w:rsidR="00C233B5" w:rsidRPr="00E1776D">
        <w:t>;</w:t>
      </w:r>
    </w:p>
    <w:p w14:paraId="4B23496C" w14:textId="2D2DA8FC" w:rsidR="00C233B5" w:rsidRPr="00E1776D" w:rsidRDefault="00C233B5" w:rsidP="002F52DB">
      <w:pPr>
        <w:pStyle w:val="Odstavecseseznamem"/>
        <w:numPr>
          <w:ilvl w:val="0"/>
          <w:numId w:val="10"/>
        </w:numPr>
        <w:jc w:val="both"/>
      </w:pPr>
      <w:r w:rsidRPr="00E1776D">
        <w:t>1x</w:t>
      </w:r>
      <w:r w:rsidR="009442D2">
        <w:t xml:space="preserve"> vanový kontejner</w:t>
      </w:r>
      <w:r w:rsidRPr="00E1776D">
        <w:t>;</w:t>
      </w:r>
    </w:p>
    <w:p w14:paraId="30D24E7B" w14:textId="3AE57490" w:rsidR="00F9788F" w:rsidRPr="00E1776D" w:rsidRDefault="00C233B5" w:rsidP="002F52DB">
      <w:pPr>
        <w:pStyle w:val="Odstavecseseznamem"/>
        <w:numPr>
          <w:ilvl w:val="0"/>
          <w:numId w:val="10"/>
        </w:numPr>
        <w:jc w:val="both"/>
      </w:pPr>
      <w:r w:rsidRPr="00E1776D">
        <w:t xml:space="preserve">1x </w:t>
      </w:r>
      <w:r w:rsidR="009442D2">
        <w:t>valníkový kontejner pro převoz techniky</w:t>
      </w:r>
      <w:r w:rsidR="00E55D97" w:rsidRPr="00E1776D">
        <w:t>;</w:t>
      </w:r>
    </w:p>
    <w:p w14:paraId="283BA1CC" w14:textId="242F23F6" w:rsidR="002F52DB" w:rsidRPr="00E1776D" w:rsidRDefault="000D7ED5" w:rsidP="001B1147">
      <w:pPr>
        <w:pStyle w:val="Odstavecseseznamem"/>
        <w:numPr>
          <w:ilvl w:val="0"/>
          <w:numId w:val="10"/>
        </w:numPr>
        <w:jc w:val="both"/>
      </w:pPr>
      <w:r>
        <w:t>2</w:t>
      </w:r>
      <w:r w:rsidR="002F52DB" w:rsidRPr="00E1776D">
        <w:t>x</w:t>
      </w:r>
      <w:r w:rsidR="009442D2">
        <w:t xml:space="preserve"> uzavřený kontejner s posuvným a uzamykatelným víkem</w:t>
      </w:r>
      <w:r w:rsidR="00C233B5" w:rsidRPr="00E1776D">
        <w:t>.</w:t>
      </w: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21158769" w14:textId="51A3164A" w:rsidR="0080101E" w:rsidRDefault="005702D6" w:rsidP="005702D6">
      <w:pPr>
        <w:pStyle w:val="Odstavecseseznamem"/>
        <w:numPr>
          <w:ilvl w:val="0"/>
          <w:numId w:val="12"/>
        </w:numPr>
      </w:pPr>
      <w:r w:rsidRPr="00E1776D">
        <w:t>Dodací list</w:t>
      </w:r>
      <w:r w:rsidR="00306842" w:rsidRPr="00E1776D">
        <w:t xml:space="preserve"> a</w:t>
      </w:r>
      <w:r w:rsidR="001B1147" w:rsidRPr="00E1776D">
        <w:t xml:space="preserve"> </w:t>
      </w:r>
      <w:r w:rsidR="000A290F" w:rsidRPr="00E1776D">
        <w:t xml:space="preserve">záruční list </w:t>
      </w:r>
      <w:r w:rsidR="000D7ED5">
        <w:t>vozidla včetně hákového nosiče</w:t>
      </w:r>
      <w:r w:rsidR="0080101E">
        <w:t>;</w:t>
      </w:r>
    </w:p>
    <w:p w14:paraId="61473D09" w14:textId="50A4F09B" w:rsidR="0080101E" w:rsidRDefault="00A670F9" w:rsidP="005702D6">
      <w:pPr>
        <w:pStyle w:val="Odstavecseseznamem"/>
        <w:numPr>
          <w:ilvl w:val="0"/>
          <w:numId w:val="12"/>
        </w:numPr>
      </w:pPr>
      <w:r w:rsidRPr="00E1776D">
        <w:t>COC list</w:t>
      </w:r>
      <w:r w:rsidR="00BD7358" w:rsidRPr="00E1776D">
        <w:t xml:space="preserve"> </w:t>
      </w:r>
      <w:r w:rsidR="000D7ED5">
        <w:t>vozidla</w:t>
      </w:r>
      <w:r w:rsidR="0080101E">
        <w:t>;</w:t>
      </w:r>
    </w:p>
    <w:p w14:paraId="3C1D9683" w14:textId="5B49E649" w:rsidR="005702D6" w:rsidRPr="00E1776D" w:rsidRDefault="00686ADC" w:rsidP="005702D6">
      <w:pPr>
        <w:pStyle w:val="Odstavecseseznamem"/>
        <w:numPr>
          <w:ilvl w:val="0"/>
          <w:numId w:val="12"/>
        </w:numPr>
      </w:pPr>
      <w:r>
        <w:t>Doklady k nástavbě (hákovému nosiči kontejnerů) potřebné pro zápis v registru vozidel dle platné legislativy</w:t>
      </w:r>
      <w:r w:rsidR="00A670F9" w:rsidRPr="00E1776D">
        <w:t>;</w:t>
      </w:r>
    </w:p>
    <w:p w14:paraId="5624021F" w14:textId="483189D3" w:rsidR="005702D6" w:rsidRPr="00E1776D" w:rsidRDefault="005702D6" w:rsidP="005702D6">
      <w:pPr>
        <w:pStyle w:val="Odstavecseseznamem"/>
        <w:numPr>
          <w:ilvl w:val="0"/>
          <w:numId w:val="12"/>
        </w:numPr>
      </w:pPr>
      <w:r w:rsidRPr="00E1776D">
        <w:t>Návod k</w:t>
      </w:r>
      <w:r w:rsidR="00306842" w:rsidRPr="00E1776D">
        <w:t> použití,</w:t>
      </w:r>
      <w:r w:rsidR="001B1147" w:rsidRPr="00E1776D">
        <w:t xml:space="preserve"> údržbě a</w:t>
      </w:r>
      <w:r w:rsidR="000A290F" w:rsidRPr="00E1776D">
        <w:t xml:space="preserve"> obsluze</w:t>
      </w:r>
      <w:r w:rsidR="001B1147" w:rsidRPr="00E1776D">
        <w:t xml:space="preserve"> </w:t>
      </w:r>
      <w:r w:rsidR="00C233B5" w:rsidRPr="00E1776D">
        <w:t>k</w:t>
      </w:r>
      <w:r w:rsidR="00686ADC">
        <w:t> vozidlu a hákovému nosiči kontejnerů</w:t>
      </w:r>
      <w:r w:rsidR="00A670F9" w:rsidRPr="00E1776D">
        <w:t>;</w:t>
      </w:r>
    </w:p>
    <w:p w14:paraId="3E7233A2" w14:textId="1B3FEC51" w:rsidR="005702D6" w:rsidRPr="00E1776D" w:rsidRDefault="005702D6" w:rsidP="005702D6">
      <w:pPr>
        <w:pStyle w:val="Odstavecseseznamem"/>
        <w:numPr>
          <w:ilvl w:val="0"/>
          <w:numId w:val="12"/>
        </w:numPr>
      </w:pPr>
      <w:r w:rsidRPr="00E1776D">
        <w:t xml:space="preserve">Prohlášení o shodě </w:t>
      </w:r>
      <w:r w:rsidR="00C233B5" w:rsidRPr="00E1776D">
        <w:t xml:space="preserve">všech dodaných </w:t>
      </w:r>
      <w:r w:rsidRPr="00E1776D">
        <w:t>výrobku</w:t>
      </w:r>
      <w:r w:rsidR="00A670F9" w:rsidRPr="00E1776D">
        <w:t>;</w:t>
      </w:r>
    </w:p>
    <w:p w14:paraId="3E33958F" w14:textId="00B252D8" w:rsidR="00306842" w:rsidRPr="00E1776D" w:rsidRDefault="001B1147" w:rsidP="005702D6">
      <w:pPr>
        <w:pStyle w:val="Odstavecseseznamem"/>
        <w:numPr>
          <w:ilvl w:val="0"/>
          <w:numId w:val="12"/>
        </w:numPr>
      </w:pPr>
      <w:r w:rsidRPr="00E1776D">
        <w:t xml:space="preserve">Zaškolení obsluhy pro bezpečnou obsluhu a údržbu </w:t>
      </w:r>
      <w:r w:rsidR="00686ADC">
        <w:t>vozidla včetně hákového nosiče</w:t>
      </w:r>
      <w:r w:rsidR="00C30C0F" w:rsidRPr="00E1776D">
        <w:t xml:space="preserve"> u objednatele</w:t>
      </w:r>
      <w:r w:rsidR="00A670F9" w:rsidRPr="00E1776D">
        <w:t>;</w:t>
      </w:r>
    </w:p>
    <w:p w14:paraId="5BFD6245" w14:textId="2318AF1B" w:rsidR="005702D6" w:rsidRPr="00E1776D" w:rsidRDefault="00306842" w:rsidP="005702D6">
      <w:pPr>
        <w:pStyle w:val="Odstavecseseznamem"/>
        <w:numPr>
          <w:ilvl w:val="0"/>
          <w:numId w:val="12"/>
        </w:numPr>
      </w:pPr>
      <w:r w:rsidRPr="00E1776D">
        <w:t>Záruka na jakost po dobu minimálně 24 měsíců</w:t>
      </w:r>
      <w:r w:rsidR="00A670F9" w:rsidRPr="00E1776D">
        <w:t>;</w:t>
      </w:r>
    </w:p>
    <w:p w14:paraId="22AFCA4F" w14:textId="4A5ED502" w:rsidR="00306842" w:rsidRPr="00E1776D" w:rsidRDefault="00E03AA6" w:rsidP="00CC2AE6">
      <w:pPr>
        <w:pStyle w:val="Odstavecseseznamem"/>
        <w:numPr>
          <w:ilvl w:val="0"/>
          <w:numId w:val="12"/>
        </w:numPr>
        <w:jc w:val="both"/>
      </w:pPr>
      <w:r w:rsidRPr="00E1776D">
        <w:rPr>
          <w:rFonts w:eastAsia="Times New Roman" w:cs="Times New Roman"/>
          <w:lang w:eastAsia="cs-CZ"/>
        </w:rPr>
        <w:t>P</w:t>
      </w:r>
      <w:r w:rsidR="000A290F" w:rsidRPr="00E1776D">
        <w:rPr>
          <w:rFonts w:eastAsia="Times New Roman" w:cs="Times New Roman"/>
          <w:lang w:eastAsia="cs-CZ"/>
        </w:rPr>
        <w:t>rovádění předepsaných servisn</w:t>
      </w:r>
      <w:r w:rsidR="003E0DDA" w:rsidRPr="00E1776D">
        <w:rPr>
          <w:rFonts w:eastAsia="Times New Roman" w:cs="Times New Roman"/>
          <w:lang w:eastAsia="cs-CZ"/>
        </w:rPr>
        <w:t xml:space="preserve">ích úkonů </w:t>
      </w:r>
      <w:r w:rsidR="000A290F" w:rsidRPr="00E1776D">
        <w:rPr>
          <w:rFonts w:eastAsia="Times New Roman" w:cs="Times New Roman"/>
          <w:lang w:eastAsia="cs-CZ"/>
        </w:rPr>
        <w:t xml:space="preserve">dodavatelem v ceně </w:t>
      </w:r>
      <w:r w:rsidR="000D7ED5">
        <w:rPr>
          <w:rFonts w:eastAsia="Times New Roman" w:cs="Times New Roman"/>
          <w:lang w:eastAsia="cs-CZ"/>
        </w:rPr>
        <w:t>vozidla</w:t>
      </w:r>
      <w:r w:rsidR="000A290F" w:rsidRPr="00E1776D">
        <w:rPr>
          <w:rFonts w:eastAsia="Times New Roman" w:cs="Times New Roman"/>
          <w:lang w:eastAsia="cs-CZ"/>
        </w:rPr>
        <w:t xml:space="preserve"> </w:t>
      </w:r>
      <w:r w:rsidR="003E0DDA" w:rsidRPr="00E1776D">
        <w:rPr>
          <w:rFonts w:eastAsia="Times New Roman" w:cs="Times New Roman"/>
          <w:lang w:eastAsia="cs-CZ"/>
        </w:rPr>
        <w:t xml:space="preserve">a </w:t>
      </w:r>
      <w:r w:rsidR="000A290F" w:rsidRPr="00E1776D">
        <w:rPr>
          <w:rFonts w:eastAsia="Times New Roman" w:cs="Times New Roman"/>
          <w:lang w:eastAsia="cs-CZ"/>
        </w:rPr>
        <w:t xml:space="preserve">v intervalech předepsaných výrobcem </w:t>
      </w:r>
      <w:r w:rsidR="000D7ED5">
        <w:rPr>
          <w:rFonts w:eastAsia="Times New Roman" w:cs="Times New Roman"/>
          <w:lang w:eastAsia="cs-CZ"/>
        </w:rPr>
        <w:t>vozidla, včetně hákového nosiče</w:t>
      </w:r>
      <w:r w:rsidR="000A290F" w:rsidRPr="00E1776D">
        <w:rPr>
          <w:rFonts w:eastAsia="Times New Roman" w:cs="Times New Roman"/>
          <w:lang w:eastAsia="cs-CZ"/>
        </w:rPr>
        <w:t xml:space="preserve"> na základě jeho servisního plánu obsahující výměny provozních kapalin a filtrů (olejových náplní motoru včetně filtrů, olejových </w:t>
      </w:r>
      <w:r w:rsidR="000A290F" w:rsidRPr="00C233B5">
        <w:rPr>
          <w:rFonts w:eastAsia="Times New Roman" w:cs="Times New Roman"/>
          <w:lang w:eastAsia="cs-CZ"/>
        </w:rPr>
        <w:t>náplní hydraulických systémů a okruhů včetně jejich filtrů, výměny filtrů vzduchových a likvidaci odpadu v souladu se zákonem 185/2001 Sb. a jeho pozdějším znění, seřízení pracovních částí stoje zaručujících bezpečnost obsluhy a stroje)</w:t>
      </w:r>
      <w:r w:rsidR="00372215" w:rsidRPr="00C233B5">
        <w:rPr>
          <w:rFonts w:eastAsia="Times New Roman" w:cs="Times New Roman"/>
          <w:lang w:eastAsia="cs-CZ"/>
        </w:rPr>
        <w:t>.</w:t>
      </w:r>
      <w:r w:rsidR="000A290F" w:rsidRPr="00C233B5">
        <w:rPr>
          <w:rFonts w:eastAsia="Times New Roman" w:cs="Times New Roman"/>
          <w:lang w:eastAsia="cs-CZ"/>
        </w:rPr>
        <w:t xml:space="preserve"> Požadavek se nevztahuje na části podléhající běžnému opotřebení, vnějších </w:t>
      </w:r>
      <w:r w:rsidR="000A290F" w:rsidRPr="00E1776D">
        <w:rPr>
          <w:rFonts w:eastAsia="Times New Roman" w:cs="Times New Roman"/>
          <w:lang w:eastAsia="cs-CZ"/>
        </w:rPr>
        <w:t>pryžových částí, běžné údržby, doplňování PHM, nádrže AD-Blue, nebo údržby filtru pevných částic</w:t>
      </w:r>
      <w:r w:rsidR="00A670F9" w:rsidRPr="00E1776D">
        <w:rPr>
          <w:rFonts w:eastAsia="Times New Roman" w:cs="Times New Roman"/>
          <w:lang w:eastAsia="cs-CZ"/>
        </w:rPr>
        <w:t>;</w:t>
      </w:r>
    </w:p>
    <w:p w14:paraId="4BEB763B" w14:textId="484905FB" w:rsidR="00CD3E6B" w:rsidRPr="005748DF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E1776D">
        <w:t>Servisní středisko dodavatele (případně jeho servisního partnera)</w:t>
      </w:r>
      <w:r w:rsidR="0081206E" w:rsidRPr="00E1776D">
        <w:t xml:space="preserve"> dostupné</w:t>
      </w:r>
      <w:r w:rsidRPr="00E1776D">
        <w:t xml:space="preserve"> v okruhu </w:t>
      </w:r>
      <w:r w:rsidR="00372215" w:rsidRPr="00E1776D">
        <w:t>do</w:t>
      </w:r>
      <w:r w:rsidRPr="00E1776D">
        <w:t xml:space="preserve"> </w:t>
      </w:r>
      <w:r w:rsidR="00C233B5" w:rsidRPr="00E1776D">
        <w:t xml:space="preserve">100 </w:t>
      </w:r>
      <w:r w:rsidRPr="00E1776D">
        <w:t xml:space="preserve">km od </w:t>
      </w:r>
      <w:r w:rsidR="000D7ED5">
        <w:t>provozního střediska MES Olomouc</w:t>
      </w:r>
      <w:r w:rsidR="00E1776D" w:rsidRPr="00E1776D">
        <w:t xml:space="preserve"> zřízen</w:t>
      </w:r>
      <w:r w:rsidR="000D7ED5">
        <w:t>ého</w:t>
      </w:r>
      <w:r w:rsidR="00E1776D" w:rsidRPr="00E1776D">
        <w:t xml:space="preserve"> u </w:t>
      </w:r>
      <w:r w:rsidR="00E2667D" w:rsidRPr="00E1776D">
        <w:t xml:space="preserve">Oblastního ředitelství Ostrava, </w:t>
      </w:r>
      <w:r w:rsidR="007228B0" w:rsidRPr="00E1776D">
        <w:t>(OJ zadavatele).</w:t>
      </w:r>
      <w:r w:rsidRPr="00E1776D">
        <w:t xml:space="preserve"> </w:t>
      </w:r>
      <w:r w:rsidR="007228B0" w:rsidRPr="00E1776D">
        <w:t xml:space="preserve">Náklady na dopravu do/z místa servisního střediska v případě využití služeb servisu nese zadavatel. </w:t>
      </w:r>
      <w:r w:rsidRPr="00E1776D">
        <w:t>Dodavatel uvede v nabídce (</w:t>
      </w:r>
      <w:r w:rsidR="00E2667D" w:rsidRPr="00E1776D">
        <w:t>v níže připojených tabulkách této přílohy</w:t>
      </w:r>
      <w:r w:rsidRPr="00E1776D">
        <w:t>) adresu servisního střediska</w:t>
      </w:r>
      <w:r w:rsidR="00372215" w:rsidRPr="00E1776D">
        <w:t>.</w:t>
      </w:r>
    </w:p>
    <w:p w14:paraId="53DCF75C" w14:textId="34F5D9A0" w:rsidR="002F52DB" w:rsidRPr="002F52DB" w:rsidRDefault="002F52DB" w:rsidP="002F52DB">
      <w:pPr>
        <w:pStyle w:val="Nadpis2"/>
      </w:pPr>
      <w:r>
        <w:lastRenderedPageBreak/>
        <w:t>4. Technická specifikace</w:t>
      </w:r>
      <w:r w:rsidR="00961FBA">
        <w:t>, pokyny k vyplnění</w:t>
      </w:r>
    </w:p>
    <w:p w14:paraId="188E3DA8" w14:textId="41E8ACBC" w:rsidR="002E046A" w:rsidRPr="00C233B5" w:rsidRDefault="002E046A" w:rsidP="002E046A">
      <w:pPr>
        <w:pStyle w:val="Odstavecseseznamem"/>
        <w:numPr>
          <w:ilvl w:val="0"/>
          <w:numId w:val="14"/>
        </w:numPr>
        <w:jc w:val="both"/>
        <w:rPr>
          <w:sz w:val="24"/>
          <w:szCs w:val="24"/>
        </w:rPr>
      </w:pPr>
      <w:r w:rsidRPr="00C233B5">
        <w:t xml:space="preserve">Dodavatel </w:t>
      </w:r>
      <w:r w:rsidRPr="00CC2AE6">
        <w:rPr>
          <w:b/>
          <w:bCs/>
        </w:rPr>
        <w:t>doplní v úvodu model (typ) výrobků</w:t>
      </w:r>
      <w:r w:rsidR="00961FBA" w:rsidRPr="00C233B5">
        <w:t xml:space="preserve"> (viz níže připojené tabulky)</w:t>
      </w:r>
    </w:p>
    <w:p w14:paraId="08759328" w14:textId="22BD2FF1" w:rsidR="00B15A8D" w:rsidRPr="00C233B5" w:rsidRDefault="00984C4A" w:rsidP="002E046A">
      <w:pPr>
        <w:pStyle w:val="Odstavecseseznamem"/>
        <w:numPr>
          <w:ilvl w:val="0"/>
          <w:numId w:val="13"/>
        </w:numPr>
      </w:pPr>
      <w:r w:rsidRPr="00C233B5">
        <w:t>D</w:t>
      </w:r>
      <w:r w:rsidR="00B15A8D" w:rsidRPr="00C233B5">
        <w:t xml:space="preserve">odavatel </w:t>
      </w:r>
      <w:r w:rsidR="00B15A8D" w:rsidRPr="00CC2AE6">
        <w:rPr>
          <w:b/>
          <w:bCs/>
        </w:rPr>
        <w:t>uvede</w:t>
      </w:r>
      <w:r w:rsidR="00B15A8D" w:rsidRPr="00C233B5">
        <w:t xml:space="preserve"> u číselných hodnot přesnou hodnotu</w:t>
      </w:r>
      <w:r w:rsidR="00D40394">
        <w:t xml:space="preserve"> (</w:t>
      </w:r>
      <w:r w:rsidR="00D40394">
        <w:t>myšleno parametry nabízeného modelu</w:t>
      </w:r>
      <w:r w:rsidR="00D40394">
        <w:t>)</w:t>
      </w:r>
      <w:r w:rsidR="00B15A8D" w:rsidRPr="00C233B5">
        <w:t xml:space="preserve">, u ostatních údajů </w:t>
      </w:r>
      <w:r w:rsidR="00CC2AE6">
        <w:t>účastník</w:t>
      </w:r>
      <w:r w:rsidR="00B15A8D" w:rsidRPr="00C233B5">
        <w:t xml:space="preserve"> uvede ANO/NE, zda splňuje / nesplňuje požadavek zadavatele</w:t>
      </w:r>
      <w:r w:rsidR="007228B0" w:rsidRPr="00C233B5">
        <w:t>, případně doplní požadovanou informaci.</w:t>
      </w:r>
      <w:r w:rsidR="00B15A8D" w:rsidRPr="00C233B5">
        <w:tab/>
      </w:r>
      <w:r w:rsidR="00B15A8D" w:rsidRPr="00C233B5">
        <w:tab/>
      </w:r>
    </w:p>
    <w:p w14:paraId="21ABF88D" w14:textId="2141975A" w:rsidR="00961FBA" w:rsidRPr="00BE5A7F" w:rsidRDefault="00B15A8D" w:rsidP="00BA4B10">
      <w:pPr>
        <w:pStyle w:val="Odstavecseseznamem"/>
        <w:numPr>
          <w:ilvl w:val="0"/>
          <w:numId w:val="13"/>
        </w:numPr>
        <w:jc w:val="both"/>
        <w:rPr>
          <w:b/>
        </w:rPr>
      </w:pPr>
      <w:r w:rsidRPr="00C233B5">
        <w:t>Uvedené parametry a výbava</w:t>
      </w:r>
      <w:r w:rsidR="007228B0" w:rsidRPr="00C233B5">
        <w:t xml:space="preserve"> případně další požadavky</w:t>
      </w:r>
      <w:r w:rsidRPr="00C233B5">
        <w:t xml:space="preserve"> jsou minimálními požadavky zadavatele, jejich nesplnění (</w:t>
      </w:r>
      <w:proofErr w:type="spellStart"/>
      <w:r w:rsidRPr="00C233B5">
        <w:t>nižší</w:t>
      </w:r>
      <w:r w:rsidR="00CC2AE6">
        <w:t>-vyšší</w:t>
      </w:r>
      <w:proofErr w:type="spellEnd"/>
      <w:r w:rsidRPr="00C233B5">
        <w:t xml:space="preserve"> hodnota, nebo odpověď NE) je nesplněním zadávacích podmínek.</w:t>
      </w:r>
    </w:p>
    <w:p w14:paraId="6DF3189C" w14:textId="77777777" w:rsidR="00BE5A7F" w:rsidRPr="00BE5A7F" w:rsidRDefault="00BE5A7F" w:rsidP="00BE5A7F">
      <w:pPr>
        <w:jc w:val="both"/>
        <w:rPr>
          <w:b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1843"/>
        <w:gridCol w:w="2693"/>
      </w:tblGrid>
      <w:tr w:rsidR="00BE5A7F" w:rsidRPr="00BE5A7F" w14:paraId="6E314FA9" w14:textId="77777777" w:rsidTr="005D6F73">
        <w:trPr>
          <w:trHeight w:val="135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6A92D8E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NÁKLADNÍ VOZIDLO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E9921C4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POŽADAVEK ZADAVATELE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0B70D6D5" w14:textId="77777777" w:rsidR="005D6F73" w:rsidRDefault="00BE5A7F" w:rsidP="005D6F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 w:rsidR="005D6F7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VOZIDLA</w:t>
            </w:r>
          </w:p>
          <w:p w14:paraId="73B126FB" w14:textId="4EE4E513" w:rsidR="00BE5A7F" w:rsidRPr="00BE5A7F" w:rsidRDefault="00BE5A7F" w:rsidP="005D6F7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(uchazeč vyplní hodnoty / ANO / NE)</w:t>
            </w:r>
          </w:p>
        </w:tc>
      </w:tr>
      <w:tr w:rsidR="00BE5A7F" w:rsidRPr="00BE5A7F" w14:paraId="3BE022F6" w14:textId="77777777" w:rsidTr="00BC4A7F">
        <w:trPr>
          <w:trHeight w:val="3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74C9F68F" w14:textId="1CB93BF1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NABÍZENÉ VOZIDLO</w:t>
            </w:r>
            <w:r w:rsidR="00CC2AE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(TOVÁRNÍ OZNAČENÍ):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04C902" w14:textId="3EBF36EE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69A00B58" w14:textId="0FF78BD8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____________</w:t>
            </w:r>
          </w:p>
        </w:tc>
      </w:tr>
      <w:tr w:rsidR="00BE5A7F" w:rsidRPr="00BE5A7F" w14:paraId="0CF092BA" w14:textId="77777777" w:rsidTr="005D6F73">
        <w:trPr>
          <w:trHeight w:val="39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AA08BE" w14:textId="3E9E9E99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PODVOZEK, POHON VOZIDLA,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br/>
            </w:r>
            <w:r w:rsidRPr="00BE5A7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MOTOR A PŘEVODOVKA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1E1E8A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----------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72D8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----------</w:t>
            </w:r>
          </w:p>
        </w:tc>
      </w:tr>
      <w:tr w:rsidR="00BE5A7F" w:rsidRPr="00BE5A7F" w14:paraId="78C79D71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399D4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Celková, legislativní hmotnost vozidla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5346A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18.000 kg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2C9F4F7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9DC9DF1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CEFDF9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Užitečné zatížení podvozku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61F1FC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10.750 kg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D8D1E9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30C2E8C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FA3FAD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Povolená hmotnost vozidla v soupravě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DB1793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33.000 kg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024137C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1FB154D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629B0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Kategorie vozidla N3G s úpravou ADR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26A83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31CC69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8303A93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6D0D4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Úprava vozidla dle ADR typ AT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A3429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43FA1D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94916C8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43FD3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Počet náprav vozidla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55B1F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69A520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8046A78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3FBBA7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Pohon náprav vozidla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2D4FD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4x4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45C67B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56EE16E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7548E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Výkon motoru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7A681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210 kW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4F7E73C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8C32FD6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CB23E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Emisní norma EU 6e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2C76A9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1D0F7E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7DBFDB1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0EF33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Sání vzduchu vyvýšené za kabinou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947F7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EEA917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0EC5E52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DA0394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Automatická převodovka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C1572A" w14:textId="49B49A18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 xml:space="preserve">min. </w:t>
            </w:r>
            <w:proofErr w:type="gramStart"/>
            <w:r w:rsidRPr="00BE5A7F">
              <w:rPr>
                <w:rFonts w:ascii="Verdana" w:eastAsia="Times New Roman" w:hAnsi="Verdana" w:cs="Times New Roman"/>
                <w:lang w:eastAsia="cs-CZ"/>
              </w:rPr>
              <w:t>12</w:t>
            </w:r>
            <w:r w:rsidR="0099348A">
              <w:rPr>
                <w:rFonts w:ascii="Verdana" w:eastAsia="Times New Roman" w:hAnsi="Verdana" w:cs="Times New Roman"/>
                <w:lang w:eastAsia="cs-CZ"/>
              </w:rPr>
              <w:t>-</w:t>
            </w:r>
            <w:r w:rsidRPr="00BE5A7F">
              <w:rPr>
                <w:rFonts w:ascii="Verdana" w:eastAsia="Times New Roman" w:hAnsi="Verdana" w:cs="Times New Roman"/>
                <w:lang w:eastAsia="cs-CZ"/>
              </w:rPr>
              <w:t>stupňová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239DD5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BAD15AA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EB26D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Uzávěrka diferenciálu zadní nápravy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3EB32B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E6C4C0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40C7A4B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A24D6E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Rozdělovací převodovka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2561677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  <w:hideMark/>
          </w:tcPr>
          <w:p w14:paraId="1BA8C14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7B3F768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BC687C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Uzávěrka předního diferenciálu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0143B3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B8EFE0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75AEE91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2738B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Povolené zatížení přední nápravy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B74F1F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7.500 kg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0632A4F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01D40E1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7F10A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Povolené zatížení zadní nápravy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AEF104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11.500 kg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9612D8D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E41014D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4EDC9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Zadní náprava zdvojená (dvou-montáž kol)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71796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D4C2C0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C14563E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EDB9FC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Pneumatiky na přední nápravě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8D164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R22,5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19C166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C764B61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33D66C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Pneumatiky na zadní nápravě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9CF3D4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R22,5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142D87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F73AC5F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36AA6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Motorová brzda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33BC9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0D67C8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1A1E27F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A878E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Předřadný palivový filtr s odlučovačem vody a oleje s předehřevem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320456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6DD44B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8BD224E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7AD69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Palivový filtr s předehříváním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871807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AB18EB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13AEE49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D9CEAC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Pomocné zařízení pro zimní starty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DA6924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600369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8C2DA31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D44B0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Palivová uzamykatelná nádrž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4E08BA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150 l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7B1BD9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3E7C40A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39543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AD BLUE uzamykatelná nádrž (v případě použití)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6036E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30 l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626A72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B82B0EA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D5863F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PTO vývod pro pohon čerpadla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FF2A4D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2066CA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E62FB48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C9C99C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ABS + ASR + EBS + ESP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48663F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387736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4139343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4EA9DC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Podjezdová zábrana zadní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D73950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5BE641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F66568B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054C4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Podjezdové zábrany boční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4D1372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3EFBE5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D7DAC07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12CFC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Rezervní kolo včetně držáku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BA4230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48A020F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117BEC2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3D535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Rozvor náprav (dle požadavků nástavby)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B2554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3.900 - 4.250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47E01CC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10997C6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FDF58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lastRenderedPageBreak/>
              <w:t>Ocelový přední nárazník + spodní ochrana chladiče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C1798A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46064D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0145BBB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10509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Přípojka stlačeného vzduchu vpředu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F0532B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2B3A02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4170102" w14:textId="77777777" w:rsidTr="00BC4A7F">
        <w:trPr>
          <w:trHeight w:val="4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80FBAB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Zadní příčný nosník pro závěs + nutné připojení pro vlek (elektrická přípojka, vzduchová přípojka, konektor pro ABS vleku)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E7A2D7B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02FC7F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815D8EF" w14:textId="77777777" w:rsidTr="00BC4A7F">
        <w:trPr>
          <w:trHeight w:val="2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8E7EF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 xml:space="preserve">Závěs automatický pro tažné oko o průměru 50 mm 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AACB3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D43AB7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435445B" w14:textId="77777777" w:rsidTr="005D6F73">
        <w:trPr>
          <w:trHeight w:val="39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303E8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cs-CZ"/>
              </w:rPr>
              <w:t>KABINA A KOMFORT OBSLUHY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DBF552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----------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25AD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sz w:val="32"/>
                <w:szCs w:val="32"/>
                <w:lang w:eastAsia="cs-CZ"/>
              </w:rPr>
              <w:t>----------</w:t>
            </w:r>
          </w:p>
        </w:tc>
      </w:tr>
      <w:tr w:rsidR="00BE5A7F" w:rsidRPr="00BE5A7F" w14:paraId="275CC2BF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A8BF6C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Kabina krátká, denní s levostranným řízením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861D96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229C44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C02FDF2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A7EE2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Vnitřní šířka kabiny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1675289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2.000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vAlign w:val="center"/>
            <w:hideMark/>
          </w:tcPr>
          <w:p w14:paraId="33D636D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E9C1864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D501F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Zadní stěna kabiny s oknem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B8F410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177DE6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7B140F3B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60A1A6" w14:textId="079D68CA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El</w:t>
            </w:r>
            <w:r w:rsidR="0099348A">
              <w:rPr>
                <w:rFonts w:ascii="Verdana" w:eastAsia="Times New Roman" w:hAnsi="Verdana" w:cs="Times New Roman"/>
                <w:lang w:eastAsia="cs-CZ"/>
              </w:rPr>
              <w:t>ektrické</w:t>
            </w:r>
            <w:r w:rsidRPr="00BE5A7F">
              <w:rPr>
                <w:rFonts w:ascii="Verdana" w:eastAsia="Times New Roman" w:hAnsi="Verdana" w:cs="Times New Roman"/>
                <w:lang w:eastAsia="cs-CZ"/>
              </w:rPr>
              <w:t xml:space="preserve"> ovládání a vyhřívání zpětného zrcátka u řidiče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2637AA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032773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1C7934F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99489D" w14:textId="59CF07F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El</w:t>
            </w:r>
            <w:r w:rsidR="0099348A">
              <w:rPr>
                <w:rFonts w:ascii="Verdana" w:eastAsia="Times New Roman" w:hAnsi="Verdana" w:cs="Times New Roman"/>
                <w:lang w:eastAsia="cs-CZ"/>
              </w:rPr>
              <w:t>ektrické</w:t>
            </w:r>
            <w:r w:rsidRPr="00BE5A7F">
              <w:rPr>
                <w:rFonts w:ascii="Verdana" w:eastAsia="Times New Roman" w:hAnsi="Verdana" w:cs="Times New Roman"/>
                <w:lang w:eastAsia="cs-CZ"/>
              </w:rPr>
              <w:t xml:space="preserve"> ovládání a vyhřívání zpětného zrcátka u spolujezdce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838461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A7A52CF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D645CDA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06B1BCF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Volant výškově a sklonově stavitelný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16B36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9EE7DF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47D1237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E4B006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EU čelní zrcátko + zrcátko na obrubník vpravo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5AFD6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3B93D9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FEB7649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D30969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Sedadlo řidiče s loketními opěrkami a vzduchově odpružené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0D9A5D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0E7992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0ADEF2C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725B7C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Sedadla pro dva spolujezdce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08C874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4FEDE9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151C343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BBD13D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Tachograf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AE38E8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9C9E48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B9C7F29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BCAED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Tempomat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8CCAB1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948DEE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957076E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C7450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Klimatizace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AFDE36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5EC67C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115DFD4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AC4C64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Sluneční clony vnitřní + sluneční clona vnější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F757ED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0F4F98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D48C271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38806F" w14:textId="654CEE1B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Rádio s HF (</w:t>
            </w:r>
            <w:proofErr w:type="spellStart"/>
            <w:r w:rsidRPr="00BE5A7F">
              <w:rPr>
                <w:rFonts w:ascii="Verdana" w:eastAsia="Times New Roman" w:hAnsi="Verdana" w:cs="Times New Roman"/>
                <w:lang w:eastAsia="cs-CZ"/>
              </w:rPr>
              <w:t>bluetooth</w:t>
            </w:r>
            <w:proofErr w:type="spellEnd"/>
            <w:r w:rsidRPr="00BE5A7F">
              <w:rPr>
                <w:rFonts w:ascii="Verdana" w:eastAsia="Times New Roman" w:hAnsi="Verdana" w:cs="Times New Roman"/>
                <w:lang w:eastAsia="cs-CZ"/>
              </w:rPr>
              <w:t>)</w:t>
            </w:r>
            <w:r w:rsidR="0099348A">
              <w:rPr>
                <w:rFonts w:ascii="Verdana" w:eastAsia="Times New Roman" w:hAnsi="Verdana" w:cs="Times New Roman"/>
                <w:lang w:eastAsia="cs-CZ"/>
              </w:rPr>
              <w:t xml:space="preserve"> pro připojení telefonu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A419EA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382D59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EB8C5AA" w14:textId="77777777" w:rsidTr="00BC4A7F">
        <w:trPr>
          <w:trHeight w:val="4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B5858E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Osvětlení nákladového prostoru min. 2 pracovními světlomety s originálním vypínačem + pracovní osvětlení u závěsu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58107B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87D01BF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ED29D93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83FD5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Elektrické ovládání oken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9A2893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8137DE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02FB8BB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3FE4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Zadní parkovací kamera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6D9BD1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6FF6E1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FBE6146" w14:textId="77777777" w:rsidTr="00BC4A7F">
        <w:trPr>
          <w:trHeight w:val="4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CEBD3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Povinná výbava (lékárnička, zvedák, trojúhelník, výstražná svítilna, podkládací klín)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3ECF2A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B9E375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F97D849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5A6824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Hasící přístroj - 1*2 kg v kabině vozidla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FE10BC7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78DA24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9298485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51357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Úprava ADR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7D2B57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1F46DE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A9293EC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CDCC5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Centrální zamykání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250046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88828D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1E761F8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418ED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Posilovač řízení hydraulický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119A3B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856B84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B8689FB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4A61E1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Záblesková výstražná LED světla oranžové barvy (2 majáky)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DD3EA2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9B8A45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0A428C5" w14:textId="77777777" w:rsidTr="00BC4A7F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68483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Palubní počítač v českém jazyce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A80EC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44B87C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FFE0E5E" w14:textId="77777777" w:rsidTr="00BC4A7F">
        <w:trPr>
          <w:trHeight w:val="900"/>
        </w:trPr>
        <w:tc>
          <w:tcPr>
            <w:tcW w:w="5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4BCDABF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Servisní středisko dodavatele v dosahu 100 km od sídla provozního střediska MES Olomouc (Pavlovičky 126, 779 00 Olomouc).*</w:t>
            </w:r>
          </w:p>
        </w:tc>
        <w:tc>
          <w:tcPr>
            <w:tcW w:w="1843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20884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noWrap/>
            <w:hideMark/>
          </w:tcPr>
          <w:p w14:paraId="071A1E03" w14:textId="77777777" w:rsidR="00BE5A7F" w:rsidRPr="00BE5A7F" w:rsidRDefault="00BE5A7F" w:rsidP="00BE5A7F">
            <w:pPr>
              <w:spacing w:after="0" w:line="240" w:lineRule="auto"/>
              <w:rPr>
                <w:rFonts w:ascii="HCR Dotum" w:eastAsia="Times New Roman" w:hAnsi="HCR Dotum" w:cs="Times New Roman"/>
                <w:sz w:val="14"/>
                <w:szCs w:val="14"/>
                <w:lang w:eastAsia="cs-CZ"/>
              </w:rPr>
            </w:pPr>
            <w:r w:rsidRPr="00BE5A7F">
              <w:rPr>
                <w:rFonts w:ascii="HCR Dotum" w:eastAsia="Times New Roman" w:hAnsi="HCR Dotum" w:cs="Times New Roman"/>
                <w:sz w:val="14"/>
                <w:szCs w:val="14"/>
                <w:lang w:eastAsia="cs-CZ"/>
              </w:rPr>
              <w:t>Adresa servisního střediska:</w:t>
            </w:r>
          </w:p>
        </w:tc>
      </w:tr>
      <w:tr w:rsidR="00BE5A7F" w:rsidRPr="00BE5A7F" w14:paraId="7F5C6518" w14:textId="77777777" w:rsidTr="005D6F73">
        <w:trPr>
          <w:trHeight w:val="27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79E53F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* počítáno podle webové aplikace Google mapy, výběr: nejrychlejší varianta trasy</w:t>
            </w:r>
          </w:p>
        </w:tc>
      </w:tr>
      <w:tr w:rsidR="00BE5A7F" w:rsidRPr="00BE5A7F" w14:paraId="431F1643" w14:textId="77777777" w:rsidTr="005D6F73">
        <w:trPr>
          <w:trHeight w:val="27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474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F18EE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58FF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E5A7F" w:rsidRPr="00BE5A7F" w14:paraId="7BA1ADAD" w14:textId="77777777" w:rsidTr="005D6F73">
        <w:trPr>
          <w:trHeight w:val="27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9076C" w14:textId="77777777" w:rsid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386DEAE6" w14:textId="77777777" w:rsid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08955B92" w14:textId="006F6C6B" w:rsidR="00BE5A7F" w:rsidRDefault="00C97C4E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A6566">
              <w:rPr>
                <w:b/>
                <w:sz w:val="22"/>
                <w:szCs w:val="22"/>
                <w:shd w:val="clear" w:color="auto" w:fill="FF5200" w:themeFill="accent2"/>
              </w:rPr>
              <w:t>Účastní vyplní pouze buňky s tímto podbarvením!!!</w:t>
            </w:r>
          </w:p>
          <w:p w14:paraId="7D9AA1F4" w14:textId="77777777" w:rsid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3A479215" w14:textId="77777777" w:rsid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576DAAA2" w14:textId="77777777" w:rsid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16DA010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58B22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7764A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E5A7F" w:rsidRPr="00BE5A7F" w14:paraId="68EE1C31" w14:textId="77777777" w:rsidTr="005D6F73">
        <w:trPr>
          <w:trHeight w:val="135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AA5EA33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HÁKOVÝ NOSIČ KONTEJNERŮ                                   (DLE DIN 30722)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6A16628B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POŽADAVEK ZADAVATELE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77CF5B4A" w14:textId="3811DC2D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 w:rsidR="005D6F7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NOSIČE </w:t>
            </w: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(uchazeč vyplní hodnoty / ANO / NE)</w:t>
            </w:r>
          </w:p>
        </w:tc>
      </w:tr>
      <w:tr w:rsidR="00BE5A7F" w:rsidRPr="00BE5A7F" w14:paraId="12318428" w14:textId="77777777" w:rsidTr="00C97C4E">
        <w:trPr>
          <w:trHeight w:val="3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11BC7CD0" w14:textId="71DCC9C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NOSIČ KONTEJNERŮ</w:t>
            </w:r>
            <w:r w:rsidR="00CC2AE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CC2AE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OZNAČENÍ):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</w:tcPr>
          <w:p w14:paraId="070CF874" w14:textId="6DF721FF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17A43928" w14:textId="2A1D1095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____________</w:t>
            </w:r>
          </w:p>
        </w:tc>
      </w:tr>
      <w:tr w:rsidR="00BE5A7F" w:rsidRPr="00BE5A7F" w14:paraId="7EC277DE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0A7B71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Kapacita zdvihu min. 14.000 kg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D27CEEA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14.000 kg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B39AD8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F27D5EE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7D747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Hydraulicky stavitelná výška háku v rozsahu 1.000 - 1.570 mm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E9B39A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89BE18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BC25455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646D5D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Použití pro kontejnery o rozteči příčníků 1.060 mm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876749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39239D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A04F9B5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92A2FB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Požadované délkové rozpětí kontejnerů (minimální)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74B24D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3.600 – 5.100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1E930E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694CEC8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BEC8A0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Hmotnost nosiče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779F90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Max. 1.600 kg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430FE3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EDF61BB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5CDA9D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Možnost překládání kontejneru na přívěs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DF99F7B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C680D9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F00F9D8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B51C2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Podpěrný válec včetně sekce rozvaděče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06AAA3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7CD033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F2F3C44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37DBB6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Manuální hydraulické ovládání na levé straně vozidla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8AE90F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11BB65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79BDC36D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227BE9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Rádiové dálkové ovládání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C68D8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131420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59ACE41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FFF2D1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Hydraulické jištění kontejneru vnitřní včetně signalizace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7205B3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0519A5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A8CAB58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EE7548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Elektronické a hydraulické jištění mylné operace obsluhy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197E0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14C635C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84F0488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196308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 xml:space="preserve">Optická signalizace odjištěného kontejneru 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D0718D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CA1052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3AADA56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A6D8FB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Fixace kontejneru v přední části nosiče (pro HNJ)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2EAC01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189847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C22E0DA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C86F5A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Hák opatřen gravitační pojistkou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8BBEEB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C282BB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9B2761A" w14:textId="77777777" w:rsidTr="00C97C4E">
        <w:trPr>
          <w:trHeight w:val="4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118FA5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Uložení kontejneru min. šestibodové (2x naváděcí kladka, 2x odlehčovací kl., 2x konzole)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47B736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84C7F0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B591A1F" w14:textId="77777777" w:rsidTr="00C97C4E">
        <w:trPr>
          <w:trHeight w:val="4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69AA9F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Vývod pneumatického a hydraulického okruhu pro pohon aktivní nástavby v zadní části vozidla na levé straně + el. zásuvka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C3742C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34C90B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689D7B5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44BD5F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Tlakový filtr oleje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5CB2EF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B494FD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7D0014DA" w14:textId="77777777" w:rsidTr="00C97C4E">
        <w:trPr>
          <w:trHeight w:val="4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1250F8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Hydraulická nádrž pro pohon nosiče, kontejneru a aktivních nástaveb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D065AF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100 l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6D9CFA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DCCAE7A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72CF19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Reflexní sklopná tabule „A“ – 2ks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3C49F9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DEED0C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846EFEE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04E30A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Schránka na nářadí s montáží délky min. 600 mm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AE12B8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B110DAF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9BAEC58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46F52F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ADR provedení včetně protokolu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CE3E26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C32F3AC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7CF6032F" w14:textId="77777777" w:rsidTr="00C97C4E">
        <w:trPr>
          <w:trHeight w:val="4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309C42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ADR výbava (2x oranžová tabule, dva hasicí přístroje 6 kg včetně plastových schránek, vak ADR)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8B72AB8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5EE95D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BD1B25C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4E50BE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Barevné provedení dle podvozku vozidla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055622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1C6345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BF1EABC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6B4505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Montáž hákového nosiče na podvozek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7AC6B6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7261B4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06479BE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AC6E3B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Kompletní dokumentace pro zápis nástavby v registru vozidel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1AF73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48BC07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B1CFD0D" w14:textId="77777777" w:rsidTr="00C97C4E">
        <w:trPr>
          <w:trHeight w:val="900"/>
        </w:trPr>
        <w:tc>
          <w:tcPr>
            <w:tcW w:w="5098" w:type="dxa"/>
            <w:tcBorders>
              <w:top w:val="nil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99F2B1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Servisní středisko dodavatele v dosahu 100 km od sídla provozního střediska MES Olomouc (Pavlovičky 126, 779 00 Olomouc).*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44EC9F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5200" w:themeFill="accent2"/>
            <w:noWrap/>
            <w:hideMark/>
          </w:tcPr>
          <w:p w14:paraId="11364C62" w14:textId="77777777" w:rsidR="00BE5A7F" w:rsidRPr="00BE5A7F" w:rsidRDefault="00BE5A7F" w:rsidP="00BE5A7F">
            <w:pPr>
              <w:spacing w:after="0" w:line="240" w:lineRule="auto"/>
              <w:rPr>
                <w:rFonts w:ascii="HCR Dotum" w:eastAsia="Times New Roman" w:hAnsi="HCR Dotum" w:cs="Times New Roman"/>
                <w:sz w:val="14"/>
                <w:szCs w:val="14"/>
                <w:lang w:eastAsia="cs-CZ"/>
              </w:rPr>
            </w:pPr>
            <w:r w:rsidRPr="00BE5A7F">
              <w:rPr>
                <w:rFonts w:ascii="HCR Dotum" w:eastAsia="Times New Roman" w:hAnsi="HCR Dotum" w:cs="Times New Roman"/>
                <w:sz w:val="14"/>
                <w:szCs w:val="14"/>
                <w:lang w:eastAsia="cs-CZ"/>
              </w:rPr>
              <w:t>Adresa servisního střediska:</w:t>
            </w:r>
          </w:p>
        </w:tc>
      </w:tr>
      <w:tr w:rsidR="00BE5A7F" w:rsidRPr="00BE5A7F" w14:paraId="6A696C9A" w14:textId="77777777" w:rsidTr="005D6F73">
        <w:trPr>
          <w:trHeight w:val="270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4D76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* počítáno podle webové aplikace Google mapy, výběr: nejrychlejší varianta trasy</w:t>
            </w:r>
          </w:p>
        </w:tc>
      </w:tr>
      <w:tr w:rsidR="00BE5A7F" w:rsidRPr="00BE5A7F" w14:paraId="31BCC466" w14:textId="77777777" w:rsidTr="005D6F73">
        <w:trPr>
          <w:trHeight w:val="27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416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14CF4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20C40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E5A7F" w:rsidRPr="00BE5A7F" w14:paraId="29038F5F" w14:textId="77777777" w:rsidTr="005D6F73">
        <w:trPr>
          <w:trHeight w:val="27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21E3A" w14:textId="77777777" w:rsid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60BF6966" w14:textId="77777777" w:rsid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42472B13" w14:textId="77777777" w:rsid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  <w:p w14:paraId="278644BB" w14:textId="59CD7D93" w:rsidR="00BE5A7F" w:rsidRPr="00BE5A7F" w:rsidRDefault="00C97C4E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3A6566">
              <w:rPr>
                <w:b/>
                <w:sz w:val="22"/>
                <w:szCs w:val="22"/>
                <w:shd w:val="clear" w:color="auto" w:fill="FF5200" w:themeFill="accent2"/>
              </w:rPr>
              <w:t>Účastní vyplní pouze buňky s tímto podbarvením!!!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77DD1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2AA7E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E5A7F" w:rsidRPr="00BE5A7F" w14:paraId="077A68AD" w14:textId="77777777" w:rsidTr="005D6F73">
        <w:trPr>
          <w:trHeight w:val="135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31C74C08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VANOVÝ KONTEJNER TYP ABROLL                             (PRO VÝŠKU HÁKU 1.570 mm)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45BC939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POŽADAVEK ZADAVATELE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6E77DD87" w14:textId="20E7A600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 w:rsidR="005D6F7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KONTEJNERU</w:t>
            </w: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(uchazeč vyplní hodnoty / ANO / NE)</w:t>
            </w:r>
          </w:p>
        </w:tc>
      </w:tr>
      <w:tr w:rsidR="00BE5A7F" w:rsidRPr="00BE5A7F" w14:paraId="120C174A" w14:textId="77777777" w:rsidTr="00C97C4E">
        <w:trPr>
          <w:trHeight w:val="3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7E0E6639" w14:textId="307C8D33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KONTEJNER</w:t>
            </w:r>
            <w:r w:rsidR="00CC2AE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CC2AE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OZNAČENÍ):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9748D73" w14:textId="51249831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57632841" w14:textId="32707FE8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____________</w:t>
            </w:r>
          </w:p>
        </w:tc>
      </w:tr>
      <w:tr w:rsidR="00BE5A7F" w:rsidRPr="00BE5A7F" w14:paraId="72E5F52D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E624E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Celková délka kontejneru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22CCDF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5.100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E1A52C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C43DE2E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FBC69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Vnitřní délka kontejneru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FE89D1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4.500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AF9CD3F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F6FE8CE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F3A9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Šířka kontejneru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678F51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2.550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AF1F5D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7B90AB08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43022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Vnitřní šířka kontejneru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B73BF0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2.350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C83138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72A76AE5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FE4A5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Výška bočnic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75DB5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800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16D8C2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F6DFBE9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CB726" w14:textId="62EF1035" w:rsidR="00BE5A7F" w:rsidRPr="00BE5A7F" w:rsidRDefault="0099348A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99348A">
              <w:rPr>
                <w:rFonts w:ascii="Verdana" w:eastAsia="Times New Roman" w:hAnsi="Verdana" w:cs="Times New Roman"/>
                <w:lang w:eastAsia="cs-CZ"/>
              </w:rPr>
              <w:t>Zadní vrata kombinované a zvýšené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1CAEC4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0D6E72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13D8824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65FD7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Tloušťka materiálu podlahy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B8FC84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4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BBC48B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F23404B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9C9ED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Tloušťka materiálu bočnic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85E503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3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2AF6E3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C2F6FFD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6645B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Rozteč podélníků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8CD6AB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1.060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214348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000660E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E8140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Rolny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561A14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2 ks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E33458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7D0B9AA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57D82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Háčky pro uchycení sítě, nebo plachty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0C9C20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9CE3B9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66E737F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6F963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Kotevní oka v podlaze pro převoz stavebních strojů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E34FB8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8ks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7760A1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07B295E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517FE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Síť na zajištění nákladu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A5175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B7E1F1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7B3A060D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EED29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Plachta na zakrytí sypkých hmot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11C3B9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C8E540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C156562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07107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Barva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0E924C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šedá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80F3FF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67316BD3" w14:textId="77777777" w:rsidTr="005D6F73">
        <w:trPr>
          <w:trHeight w:val="27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F301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2492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C7B0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E5A7F" w:rsidRPr="00BE5A7F" w14:paraId="5155A05C" w14:textId="77777777" w:rsidTr="005D6F73">
        <w:trPr>
          <w:trHeight w:val="135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6E026307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VALNÍKOVÝ KONTEJNER TYP ABROLL                      (PRO VÝŠKU HÁKU 1.570 mm)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6C9DFA87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POŽADAVEK ZADAVATELE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03A0F7F8" w14:textId="306DBB06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 w:rsidR="005D6F7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KONTEJNERU</w:t>
            </w: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(uchazeč vyplní hodnoty / ANO / NE)</w:t>
            </w:r>
          </w:p>
        </w:tc>
      </w:tr>
      <w:tr w:rsidR="00BE5A7F" w:rsidRPr="00BE5A7F" w14:paraId="34301A45" w14:textId="77777777" w:rsidTr="00C97C4E">
        <w:trPr>
          <w:trHeight w:val="3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5CF5DD42" w14:textId="124F6E8A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KONTEJNER</w:t>
            </w:r>
            <w:r w:rsidR="00CC2AE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CC2AE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OZNAČENÍ):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362622" w14:textId="2B5B4E86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3B61DB8A" w14:textId="357A50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____________</w:t>
            </w:r>
          </w:p>
        </w:tc>
      </w:tr>
      <w:tr w:rsidR="00BE5A7F" w:rsidRPr="00BE5A7F" w14:paraId="6C1A4337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6C9A7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Celková délka kontejneru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56D9E91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min. 5.100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968FF6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BE5A7F" w:rsidRPr="00BE5A7F" w14:paraId="03C0A1E9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691956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Vnitřní délka kontejneru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1D9D82" w14:textId="2F0FDB75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4.5</w:t>
            </w:r>
            <w:r w:rsidR="0099348A">
              <w:rPr>
                <w:rFonts w:ascii="Verdana" w:eastAsia="Times New Roman" w:hAnsi="Verdana" w:cs="Times New Roman"/>
                <w:lang w:eastAsia="cs-CZ"/>
              </w:rPr>
              <w:t>0</w:t>
            </w:r>
            <w:r w:rsidRPr="00BE5A7F">
              <w:rPr>
                <w:rFonts w:ascii="Verdana" w:eastAsia="Times New Roman" w:hAnsi="Verdana" w:cs="Times New Roman"/>
                <w:lang w:eastAsia="cs-CZ"/>
              </w:rPr>
              <w:t>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D305F3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6C37258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010299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Šířka kontejneru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180CF9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2.550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0B6901C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0F25642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3064A3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Vnitřní šířka kontejneru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5A45A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2.400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92EBC1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7FA58CD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E3F9A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Výška bočnic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3ECF659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450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4B3922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BE5A7F" w:rsidRPr="00BE5A7F" w14:paraId="2F12BDC8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2D95A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Tloušťka materiálu podlahy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D1FD34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min. 4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FEBAB2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BE5A7F" w:rsidRPr="00BE5A7F" w14:paraId="5B9D153A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0772B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Rozteč podélníků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C937F1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1.060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F73E17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BE5A7F" w:rsidRPr="00BE5A7F" w14:paraId="7B65BAB9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4361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Rolny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DC49BB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2 ks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19054CF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BE5A7F" w:rsidRPr="00BE5A7F" w14:paraId="412EF5F4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B9511C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Háčky pro uchycení sítě, nebo plachty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694310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93E96E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BE5A7F" w:rsidRPr="00BE5A7F" w14:paraId="08A4DA7C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19E5EA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Kotevní oka v podlaze pro převoz stavebních strojů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A29578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min. 8ks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F4D042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BE5A7F" w:rsidRPr="00BE5A7F" w14:paraId="79632061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5E6EC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Bočnice půlené, sklopné a odnímatelné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BECA8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642BD3F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BE5A7F" w:rsidRPr="00BE5A7F" w14:paraId="2E782170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DE2B3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Odnímatelné sloupky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2DA2B1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9C750E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BE5A7F" w:rsidRPr="00BE5A7F" w14:paraId="4B66ABE4" w14:textId="77777777" w:rsidTr="00C97C4E">
        <w:trPr>
          <w:trHeight w:val="4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1A785E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Zadní čelo sklopné a pojezdové pro techniku o hmotnosti min. 2.500 kg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C8BBF2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09DF024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BE5A7F" w:rsidRPr="00BE5A7F" w14:paraId="6279E8C7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DD24B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Vázací oka na vnitřní straně předního čela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D666FC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E39979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000000"/>
                <w:lang w:eastAsia="cs-CZ"/>
              </w:rPr>
              <w:t> </w:t>
            </w:r>
          </w:p>
        </w:tc>
      </w:tr>
      <w:tr w:rsidR="00BE5A7F" w:rsidRPr="00BE5A7F" w14:paraId="6971545B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9E4017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Barva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193701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Šedá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15FF61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color w:val="FF0000"/>
                <w:lang w:eastAsia="cs-CZ"/>
              </w:rPr>
              <w:t> </w:t>
            </w:r>
          </w:p>
        </w:tc>
      </w:tr>
      <w:tr w:rsidR="00BE5A7F" w:rsidRPr="00BE5A7F" w14:paraId="65DFEE81" w14:textId="77777777" w:rsidTr="005D6F73">
        <w:trPr>
          <w:trHeight w:val="270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5F5A2" w14:textId="77777777" w:rsidR="00C97C4E" w:rsidRDefault="00C97C4E" w:rsidP="00BE5A7F">
            <w:pPr>
              <w:spacing w:after="0" w:line="240" w:lineRule="auto"/>
              <w:rPr>
                <w:b/>
                <w:sz w:val="22"/>
                <w:szCs w:val="22"/>
                <w:shd w:val="clear" w:color="auto" w:fill="FF5200" w:themeFill="accent2"/>
              </w:rPr>
            </w:pPr>
          </w:p>
          <w:p w14:paraId="3BBE0C23" w14:textId="641C8BA4" w:rsidR="00BE5A7F" w:rsidRPr="00BE5A7F" w:rsidRDefault="00C97C4E" w:rsidP="00BE5A7F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3A6566">
              <w:rPr>
                <w:b/>
                <w:sz w:val="22"/>
                <w:szCs w:val="22"/>
                <w:shd w:val="clear" w:color="auto" w:fill="FF5200" w:themeFill="accent2"/>
              </w:rPr>
              <w:t>Účastní vyplní pouze buňky s tímto podbarvením!!!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75D5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91B0F" w14:textId="77777777" w:rsidR="00BE5A7F" w:rsidRPr="00BE5A7F" w:rsidRDefault="00BE5A7F" w:rsidP="00BE5A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BE5A7F" w:rsidRPr="00BE5A7F" w14:paraId="26FC8CBE" w14:textId="77777777" w:rsidTr="005D6F73">
        <w:trPr>
          <w:trHeight w:val="135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5ACDC5D2" w14:textId="201649A5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UZAVŘENÝ KONTEJNER TYP ABROLL S POSUVNOU STŘECHOU</w:t>
            </w:r>
            <w:r w:rsidR="0099348A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                         </w:t>
            </w: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(PRO VÝŠKU HÁKU 1.570 mm)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232AE5E7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POŽADAVEK ZADAVATELE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000000" w:fill="002B59"/>
            <w:vAlign w:val="center"/>
            <w:hideMark/>
          </w:tcPr>
          <w:p w14:paraId="3FC295E0" w14:textId="71D802BF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 w:rsidR="005D6F7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KONTEJNERU</w:t>
            </w: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(uchazeč vyplní hodnoty / ANO / NE)</w:t>
            </w:r>
          </w:p>
        </w:tc>
      </w:tr>
      <w:tr w:rsidR="00BE5A7F" w:rsidRPr="00BE5A7F" w14:paraId="09B2CC30" w14:textId="77777777" w:rsidTr="00C97C4E">
        <w:trPr>
          <w:trHeight w:val="39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5200"/>
            <w:noWrap/>
            <w:vAlign w:val="center"/>
            <w:hideMark/>
          </w:tcPr>
          <w:p w14:paraId="41B00ABF" w14:textId="317E2CDA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NABÍZENÝ KONTEJNER</w:t>
            </w:r>
            <w:r w:rsidR="00CC2AE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CC2AE6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(TOVÁRNÍ OZNAČENÍ):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99244B" w14:textId="175A8709" w:rsidR="00BE5A7F" w:rsidRPr="00BE5A7F" w:rsidRDefault="00BE5A7F" w:rsidP="00C97C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32"/>
                <w:szCs w:val="32"/>
                <w:lang w:eastAsia="cs-C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5200"/>
            <w:noWrap/>
            <w:vAlign w:val="center"/>
            <w:hideMark/>
          </w:tcPr>
          <w:p w14:paraId="23122219" w14:textId="0037CFE2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b/>
                <w:bCs/>
                <w:color w:val="FFFFFF"/>
                <w:lang w:eastAsia="cs-CZ"/>
              </w:rPr>
              <w:t>____________</w:t>
            </w:r>
          </w:p>
        </w:tc>
      </w:tr>
      <w:tr w:rsidR="00BE5A7F" w:rsidRPr="00BE5A7F" w14:paraId="1BD6A39A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4FFC4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Celková délka kontejneru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8DAAB3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5.100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3DA6160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5F9535C6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4F0B03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Vnitřní délka kontejneru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66312E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4.500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679894D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93D9B17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3CCEDC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Šířka kontejneru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D8B746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2.550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9FBBAE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D2CC013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73882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Vnitřní šířka kontejneru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A3B7FAF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2.350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79E40E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08C2C40B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8D170CB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Výška bočnic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E0F80F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500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429928E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2EFA911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2E78E39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Zadní vrata dvoukřídlá (půlená)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47EB5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A1C18C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1A10823" w14:textId="77777777" w:rsidTr="00C97C4E">
        <w:trPr>
          <w:trHeight w:val="46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F35C71E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Posuvné střecha kontejneru rozdělená na dvě poloviny s možností uzamčení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D24B0DA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73A164B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29D0F0BC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C1E9C6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Uložení posuvné střechy na ložiscích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324092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5E4139A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4768B26E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B02474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Tloušťka materiálu podlahy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734CE9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min. 4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695A4728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E260180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6920B31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Rozteč podélníků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C4197C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1.060 mm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2D129D3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1549EFE8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146005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Rolny</w:t>
            </w:r>
          </w:p>
        </w:tc>
        <w:tc>
          <w:tcPr>
            <w:tcW w:w="184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B47575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2 ks</w:t>
            </w:r>
          </w:p>
        </w:tc>
        <w:tc>
          <w:tcPr>
            <w:tcW w:w="26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590AFAF2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  <w:tr w:rsidR="00BE5A7F" w:rsidRPr="00BE5A7F" w14:paraId="3F096101" w14:textId="77777777" w:rsidTr="00C97C4E">
        <w:trPr>
          <w:trHeight w:val="27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085508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Barva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56F1C31" w14:textId="77777777" w:rsidR="00BE5A7F" w:rsidRPr="00BE5A7F" w:rsidRDefault="00BE5A7F" w:rsidP="00BE5A7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Šedá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5200" w:themeFill="accent2"/>
            <w:noWrap/>
            <w:vAlign w:val="center"/>
            <w:hideMark/>
          </w:tcPr>
          <w:p w14:paraId="329952C7" w14:textId="77777777" w:rsidR="00BE5A7F" w:rsidRPr="00BE5A7F" w:rsidRDefault="00BE5A7F" w:rsidP="00BE5A7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BE5A7F">
              <w:rPr>
                <w:rFonts w:ascii="Verdana" w:eastAsia="Times New Roman" w:hAnsi="Verdana" w:cs="Times New Roman"/>
                <w:lang w:eastAsia="cs-CZ"/>
              </w:rPr>
              <w:t> </w:t>
            </w:r>
          </w:p>
        </w:tc>
      </w:tr>
    </w:tbl>
    <w:p w14:paraId="0C8013F1" w14:textId="3D952EF4" w:rsidR="009F3142" w:rsidRDefault="009F3142" w:rsidP="00BE5A7F">
      <w:pPr>
        <w:jc w:val="both"/>
        <w:rPr>
          <w:b/>
        </w:rPr>
      </w:pPr>
    </w:p>
    <w:p w14:paraId="1F3718C4" w14:textId="5A942125" w:rsidR="00C97C4E" w:rsidRDefault="00C97C4E" w:rsidP="00BE5A7F">
      <w:pPr>
        <w:jc w:val="both"/>
        <w:rPr>
          <w:b/>
        </w:rPr>
      </w:pPr>
      <w:r w:rsidRPr="003A6566">
        <w:rPr>
          <w:b/>
          <w:sz w:val="22"/>
          <w:szCs w:val="22"/>
          <w:shd w:val="clear" w:color="auto" w:fill="FF5200" w:themeFill="accent2"/>
        </w:rPr>
        <w:t>Účastní vyplní pouze buňky s tímto podbarvením!!!</w:t>
      </w:r>
    </w:p>
    <w:sectPr w:rsidR="00C97C4E" w:rsidSect="005748D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44475" w14:textId="77777777" w:rsidR="00BC4A7F" w:rsidRDefault="00BC4A7F" w:rsidP="00962258">
      <w:pPr>
        <w:spacing w:after="0" w:line="240" w:lineRule="auto"/>
      </w:pPr>
      <w:r>
        <w:separator/>
      </w:r>
    </w:p>
  </w:endnote>
  <w:endnote w:type="continuationSeparator" w:id="0">
    <w:p w14:paraId="7DED56A8" w14:textId="77777777" w:rsidR="00BC4A7F" w:rsidRDefault="00BC4A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CR Dotum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C4A7F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35F0E123" w:rsidR="00BC4A7F" w:rsidRPr="00B8518B" w:rsidRDefault="00BC4A7F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7C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7C4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BC4A7F" w:rsidRDefault="00BC4A7F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BC4A7F" w:rsidRDefault="00BC4A7F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BC4A7F" w:rsidRDefault="00BC4A7F" w:rsidP="00D831A3">
          <w:pPr>
            <w:pStyle w:val="Zpat"/>
          </w:pPr>
        </w:p>
      </w:tc>
    </w:tr>
  </w:tbl>
  <w:p w14:paraId="48C0B2B2" w14:textId="77777777" w:rsidR="00BC4A7F" w:rsidRPr="00B8518B" w:rsidRDefault="00BC4A7F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C4A7F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7E9B6C0" w:rsidR="00BC4A7F" w:rsidRPr="00B8518B" w:rsidRDefault="00BC4A7F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97C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97C4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BC4A7F" w:rsidRDefault="00BC4A7F" w:rsidP="005A4944">
          <w:pPr>
            <w:pStyle w:val="Zpat"/>
          </w:pPr>
          <w:r>
            <w:t>Správa železnic, státní organizace</w:t>
          </w:r>
        </w:p>
        <w:p w14:paraId="56A65E20" w14:textId="77777777" w:rsidR="00BC4A7F" w:rsidRDefault="00BC4A7F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BC4A7F" w:rsidRDefault="00BC4A7F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BC4A7F" w:rsidRDefault="00BC4A7F" w:rsidP="005A4944">
          <w:pPr>
            <w:pStyle w:val="Zpat"/>
          </w:pPr>
          <w:r>
            <w:t>IČO: 709 94 234 DIČ: CZ 709 94 234</w:t>
          </w:r>
        </w:p>
        <w:p w14:paraId="0F632BD3" w14:textId="1E072765" w:rsidR="00BC4A7F" w:rsidRDefault="00BC4A7F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BC4A7F" w:rsidRDefault="00BC4A7F" w:rsidP="005A4944">
          <w:pPr>
            <w:pStyle w:val="Zpat"/>
          </w:pPr>
        </w:p>
      </w:tc>
    </w:tr>
  </w:tbl>
  <w:p w14:paraId="6DF5F94F" w14:textId="77777777" w:rsidR="00BC4A7F" w:rsidRPr="00B8518B" w:rsidRDefault="00BC4A7F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BC4A7F" w:rsidRPr="00460660" w:rsidRDefault="00BC4A7F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9F7BD" w14:textId="77777777" w:rsidR="00BC4A7F" w:rsidRDefault="00BC4A7F" w:rsidP="00962258">
      <w:pPr>
        <w:spacing w:after="0" w:line="240" w:lineRule="auto"/>
      </w:pPr>
      <w:r>
        <w:separator/>
      </w:r>
    </w:p>
  </w:footnote>
  <w:footnote w:type="continuationSeparator" w:id="0">
    <w:p w14:paraId="08AB6BCE" w14:textId="77777777" w:rsidR="00BC4A7F" w:rsidRDefault="00BC4A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C4A7F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BC4A7F" w:rsidRPr="00B8518B" w:rsidRDefault="00BC4A7F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BC4A7F" w:rsidRDefault="00BC4A7F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BC4A7F" w:rsidRPr="00D6163D" w:rsidRDefault="00BC4A7F" w:rsidP="00D6163D">
          <w:pPr>
            <w:pStyle w:val="Druhdokumentu"/>
          </w:pPr>
        </w:p>
      </w:tc>
    </w:tr>
  </w:tbl>
  <w:p w14:paraId="54A0014C" w14:textId="77777777" w:rsidR="00BC4A7F" w:rsidRPr="00D6163D" w:rsidRDefault="00BC4A7F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C4A7F" w:rsidRPr="002A6AEA" w14:paraId="3FD79E07" w14:textId="77777777" w:rsidTr="00961FBA">
      <w:trPr>
        <w:trHeight w:hRule="exact" w:val="130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BC4A7F" w:rsidRPr="00B8518B" w:rsidRDefault="00BC4A7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BC4A7F" w:rsidRDefault="00BC4A7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2F2506" w14:textId="77777777" w:rsidR="00BC4A7F" w:rsidRDefault="00BC4A7F" w:rsidP="00BC4A7F">
          <w:pPr>
            <w:pStyle w:val="Druhdokumentu"/>
            <w:jc w:val="left"/>
            <w:rPr>
              <w:b w:val="0"/>
              <w:color w:val="auto"/>
              <w:sz w:val="18"/>
              <w:szCs w:val="18"/>
            </w:rPr>
          </w:pPr>
          <w:r>
            <w:rPr>
              <w:rFonts w:eastAsia="Calibri" w:cstheme="minorHAnsi"/>
              <w:b w:val="0"/>
              <w:color w:val="auto"/>
              <w:sz w:val="18"/>
              <w:szCs w:val="18"/>
            </w:rPr>
            <w:t xml:space="preserve">                         </w:t>
          </w:r>
          <w:r w:rsidRPr="00A31950">
            <w:rPr>
              <w:rFonts w:eastAsia="Calibri" w:cstheme="minorHAnsi"/>
              <w:b w:val="0"/>
              <w:color w:val="auto"/>
              <w:sz w:val="18"/>
              <w:szCs w:val="18"/>
            </w:rPr>
            <w:t>Příloha 1 Výzvy k podání nabídek:</w:t>
          </w:r>
          <w:r w:rsidRPr="00A31950">
            <w:rPr>
              <w:b w:val="0"/>
              <w:color w:val="auto"/>
              <w:sz w:val="18"/>
              <w:szCs w:val="18"/>
            </w:rPr>
            <w:t xml:space="preserve"> </w:t>
          </w:r>
          <w:r>
            <w:rPr>
              <w:b w:val="0"/>
              <w:color w:val="auto"/>
              <w:sz w:val="18"/>
              <w:szCs w:val="18"/>
            </w:rPr>
            <w:t xml:space="preserve">           </w:t>
          </w:r>
        </w:p>
        <w:p w14:paraId="03D2A69D" w14:textId="34EA4568" w:rsidR="00BC4A7F" w:rsidRDefault="00BC4A7F" w:rsidP="00BC4A7F">
          <w:pPr>
            <w:pStyle w:val="Druhdokumentu"/>
            <w:jc w:val="left"/>
            <w:rPr>
              <w:b w:val="0"/>
              <w:color w:val="auto"/>
              <w:sz w:val="18"/>
              <w:szCs w:val="18"/>
            </w:rPr>
          </w:pPr>
          <w:r>
            <w:rPr>
              <w:b w:val="0"/>
              <w:color w:val="auto"/>
              <w:sz w:val="18"/>
              <w:szCs w:val="18"/>
            </w:rPr>
            <w:t xml:space="preserve">                         Specifikace předmětu veřejné zakázky – </w:t>
          </w:r>
        </w:p>
        <w:p w14:paraId="1C714102" w14:textId="174221EC" w:rsidR="00BC4A7F" w:rsidRPr="002A6AEA" w:rsidRDefault="00BC4A7F" w:rsidP="00BC4A7F">
          <w:pPr>
            <w:pStyle w:val="Druhdokumentu"/>
            <w:jc w:val="left"/>
            <w:rPr>
              <w:sz w:val="22"/>
              <w:szCs w:val="22"/>
            </w:rPr>
          </w:pPr>
          <w:r>
            <w:rPr>
              <w:b w:val="0"/>
              <w:color w:val="auto"/>
              <w:sz w:val="18"/>
              <w:szCs w:val="18"/>
            </w:rPr>
            <w:t xml:space="preserve">                         </w:t>
          </w:r>
          <w:r w:rsidRPr="00452DB1">
            <w:rPr>
              <w:b w:val="0"/>
              <w:caps/>
              <w:color w:val="auto"/>
              <w:sz w:val="18"/>
              <w:szCs w:val="18"/>
            </w:rPr>
            <w:t>Technické požadavky</w:t>
          </w:r>
        </w:p>
      </w:tc>
    </w:tr>
    <w:tr w:rsidR="00BC4A7F" w14:paraId="6904D335" w14:textId="77777777" w:rsidTr="00961FBA">
      <w:trPr>
        <w:trHeight w:hRule="exact" w:val="1319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BC4A7F" w:rsidRPr="00B8518B" w:rsidRDefault="00BC4A7F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BC4A7F" w:rsidRDefault="00BC4A7F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BC4A7F" w:rsidRPr="00D6163D" w:rsidRDefault="00BC4A7F" w:rsidP="00FC6389">
          <w:pPr>
            <w:pStyle w:val="Druhdokumentu"/>
          </w:pPr>
        </w:p>
      </w:tc>
    </w:tr>
  </w:tbl>
  <w:p w14:paraId="79278E1D" w14:textId="77777777" w:rsidR="00BC4A7F" w:rsidRPr="00D6163D" w:rsidRDefault="00BC4A7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3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BC4A7F" w:rsidRPr="00460660" w:rsidRDefault="00BC4A7F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609006507">
    <w:abstractNumId w:val="3"/>
  </w:num>
  <w:num w:numId="2" w16cid:durableId="636229641">
    <w:abstractNumId w:val="0"/>
  </w:num>
  <w:num w:numId="3" w16cid:durableId="196697034">
    <w:abstractNumId w:val="13"/>
  </w:num>
  <w:num w:numId="4" w16cid:durableId="1104882454">
    <w:abstractNumId w:val="5"/>
  </w:num>
  <w:num w:numId="5" w16cid:durableId="769856761">
    <w:abstractNumId w:val="10"/>
  </w:num>
  <w:num w:numId="6" w16cid:durableId="1352491361">
    <w:abstractNumId w:val="6"/>
  </w:num>
  <w:num w:numId="7" w16cid:durableId="629242942">
    <w:abstractNumId w:val="8"/>
  </w:num>
  <w:num w:numId="8" w16cid:durableId="1798640212">
    <w:abstractNumId w:val="4"/>
  </w:num>
  <w:num w:numId="9" w16cid:durableId="827866998">
    <w:abstractNumId w:val="11"/>
  </w:num>
  <w:num w:numId="10" w16cid:durableId="1132353">
    <w:abstractNumId w:val="1"/>
  </w:num>
  <w:num w:numId="11" w16cid:durableId="775439908">
    <w:abstractNumId w:val="2"/>
  </w:num>
  <w:num w:numId="12" w16cid:durableId="827401667">
    <w:abstractNumId w:val="12"/>
  </w:num>
  <w:num w:numId="13" w16cid:durableId="1046297075">
    <w:abstractNumId w:val="9"/>
  </w:num>
  <w:num w:numId="14" w16cid:durableId="108534272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47CB8"/>
    <w:rsid w:val="000558AB"/>
    <w:rsid w:val="00060FEE"/>
    <w:rsid w:val="00072C1E"/>
    <w:rsid w:val="000731F6"/>
    <w:rsid w:val="00081784"/>
    <w:rsid w:val="0008575D"/>
    <w:rsid w:val="000A290F"/>
    <w:rsid w:val="000B4EB8"/>
    <w:rsid w:val="000C41F2"/>
    <w:rsid w:val="000D22C4"/>
    <w:rsid w:val="000D27D1"/>
    <w:rsid w:val="000D347F"/>
    <w:rsid w:val="000D7ED5"/>
    <w:rsid w:val="000F41C7"/>
    <w:rsid w:val="0010281E"/>
    <w:rsid w:val="00114472"/>
    <w:rsid w:val="001150F2"/>
    <w:rsid w:val="00115B58"/>
    <w:rsid w:val="00152480"/>
    <w:rsid w:val="00153C13"/>
    <w:rsid w:val="00170EC5"/>
    <w:rsid w:val="00172B3C"/>
    <w:rsid w:val="001747C1"/>
    <w:rsid w:val="00186692"/>
    <w:rsid w:val="00190B15"/>
    <w:rsid w:val="00197CD5"/>
    <w:rsid w:val="001A131F"/>
    <w:rsid w:val="001B1147"/>
    <w:rsid w:val="001B24E5"/>
    <w:rsid w:val="001B4E74"/>
    <w:rsid w:val="001D66BD"/>
    <w:rsid w:val="001D6CCE"/>
    <w:rsid w:val="00201F23"/>
    <w:rsid w:val="00207DF5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C6E76"/>
    <w:rsid w:val="002E046A"/>
    <w:rsid w:val="002E0CD7"/>
    <w:rsid w:val="002E24E1"/>
    <w:rsid w:val="002F0A96"/>
    <w:rsid w:val="002F170F"/>
    <w:rsid w:val="002F52DB"/>
    <w:rsid w:val="002F5DA1"/>
    <w:rsid w:val="00306842"/>
    <w:rsid w:val="00315F75"/>
    <w:rsid w:val="003279C6"/>
    <w:rsid w:val="00327EEF"/>
    <w:rsid w:val="00332701"/>
    <w:rsid w:val="003354B5"/>
    <w:rsid w:val="0034719F"/>
    <w:rsid w:val="00356872"/>
    <w:rsid w:val="003571D8"/>
    <w:rsid w:val="00357BC6"/>
    <w:rsid w:val="00361422"/>
    <w:rsid w:val="0036461D"/>
    <w:rsid w:val="00370F99"/>
    <w:rsid w:val="003711E4"/>
    <w:rsid w:val="003712A0"/>
    <w:rsid w:val="00372215"/>
    <w:rsid w:val="00380150"/>
    <w:rsid w:val="003956C6"/>
    <w:rsid w:val="00397E9F"/>
    <w:rsid w:val="003A6208"/>
    <w:rsid w:val="003C180B"/>
    <w:rsid w:val="003E0DDA"/>
    <w:rsid w:val="003E4A4C"/>
    <w:rsid w:val="003E5FB7"/>
    <w:rsid w:val="0040211C"/>
    <w:rsid w:val="00413E5D"/>
    <w:rsid w:val="0042753C"/>
    <w:rsid w:val="00450F07"/>
    <w:rsid w:val="00453CD3"/>
    <w:rsid w:val="00454611"/>
    <w:rsid w:val="00460660"/>
    <w:rsid w:val="00486107"/>
    <w:rsid w:val="00491827"/>
    <w:rsid w:val="004B0F3C"/>
    <w:rsid w:val="004B13E1"/>
    <w:rsid w:val="004B5CD0"/>
    <w:rsid w:val="004C126B"/>
    <w:rsid w:val="004C2347"/>
    <w:rsid w:val="004C4399"/>
    <w:rsid w:val="004C6678"/>
    <w:rsid w:val="004C787C"/>
    <w:rsid w:val="004D2143"/>
    <w:rsid w:val="004D7468"/>
    <w:rsid w:val="004E1D96"/>
    <w:rsid w:val="004E7A1F"/>
    <w:rsid w:val="004F4B9B"/>
    <w:rsid w:val="005011A5"/>
    <w:rsid w:val="00511AB9"/>
    <w:rsid w:val="00520585"/>
    <w:rsid w:val="00523BB5"/>
    <w:rsid w:val="00523EA7"/>
    <w:rsid w:val="00534019"/>
    <w:rsid w:val="005406EB"/>
    <w:rsid w:val="00553375"/>
    <w:rsid w:val="00560127"/>
    <w:rsid w:val="00562CC0"/>
    <w:rsid w:val="005702D6"/>
    <w:rsid w:val="005736B7"/>
    <w:rsid w:val="005748DF"/>
    <w:rsid w:val="00575E5A"/>
    <w:rsid w:val="0059674A"/>
    <w:rsid w:val="005A4606"/>
    <w:rsid w:val="005A4944"/>
    <w:rsid w:val="005D6F73"/>
    <w:rsid w:val="005E24FC"/>
    <w:rsid w:val="005E7745"/>
    <w:rsid w:val="005F13BD"/>
    <w:rsid w:val="00607F15"/>
    <w:rsid w:val="0061068E"/>
    <w:rsid w:val="00612482"/>
    <w:rsid w:val="00613A7F"/>
    <w:rsid w:val="00624873"/>
    <w:rsid w:val="00632045"/>
    <w:rsid w:val="00634118"/>
    <w:rsid w:val="00636285"/>
    <w:rsid w:val="006411CB"/>
    <w:rsid w:val="00651339"/>
    <w:rsid w:val="00660AD3"/>
    <w:rsid w:val="006626CF"/>
    <w:rsid w:val="0067412D"/>
    <w:rsid w:val="00686ADC"/>
    <w:rsid w:val="00695179"/>
    <w:rsid w:val="00695367"/>
    <w:rsid w:val="0069668E"/>
    <w:rsid w:val="006A5570"/>
    <w:rsid w:val="006A689C"/>
    <w:rsid w:val="006B3D79"/>
    <w:rsid w:val="006C04E1"/>
    <w:rsid w:val="006C2265"/>
    <w:rsid w:val="006E0578"/>
    <w:rsid w:val="006E2C96"/>
    <w:rsid w:val="006E314D"/>
    <w:rsid w:val="00702E81"/>
    <w:rsid w:val="00710723"/>
    <w:rsid w:val="0071113A"/>
    <w:rsid w:val="00717537"/>
    <w:rsid w:val="00720768"/>
    <w:rsid w:val="007228B0"/>
    <w:rsid w:val="00723ED1"/>
    <w:rsid w:val="00742F51"/>
    <w:rsid w:val="00743525"/>
    <w:rsid w:val="0076286B"/>
    <w:rsid w:val="00766846"/>
    <w:rsid w:val="0077673A"/>
    <w:rsid w:val="00783069"/>
    <w:rsid w:val="007846E1"/>
    <w:rsid w:val="007853DE"/>
    <w:rsid w:val="007A2EDF"/>
    <w:rsid w:val="007B570C"/>
    <w:rsid w:val="007B7568"/>
    <w:rsid w:val="007D7419"/>
    <w:rsid w:val="007E1DF9"/>
    <w:rsid w:val="007E2D69"/>
    <w:rsid w:val="007E3354"/>
    <w:rsid w:val="007E4A6E"/>
    <w:rsid w:val="007E70A0"/>
    <w:rsid w:val="007F56A7"/>
    <w:rsid w:val="007F6566"/>
    <w:rsid w:val="0080101E"/>
    <w:rsid w:val="00807093"/>
    <w:rsid w:val="008072DD"/>
    <w:rsid w:val="00807DD0"/>
    <w:rsid w:val="0081145E"/>
    <w:rsid w:val="0081206E"/>
    <w:rsid w:val="008201C7"/>
    <w:rsid w:val="008254BC"/>
    <w:rsid w:val="008272EC"/>
    <w:rsid w:val="00852590"/>
    <w:rsid w:val="00856E91"/>
    <w:rsid w:val="00857257"/>
    <w:rsid w:val="0086615B"/>
    <w:rsid w:val="00873F17"/>
    <w:rsid w:val="00891AFF"/>
    <w:rsid w:val="00895BBB"/>
    <w:rsid w:val="008A3568"/>
    <w:rsid w:val="008A5CDC"/>
    <w:rsid w:val="008B0EB7"/>
    <w:rsid w:val="008C4BAD"/>
    <w:rsid w:val="008D03B9"/>
    <w:rsid w:val="008F18D6"/>
    <w:rsid w:val="00904780"/>
    <w:rsid w:val="00906BD7"/>
    <w:rsid w:val="00922385"/>
    <w:rsid w:val="009223DF"/>
    <w:rsid w:val="00936091"/>
    <w:rsid w:val="00940D8A"/>
    <w:rsid w:val="009442D2"/>
    <w:rsid w:val="00946AE9"/>
    <w:rsid w:val="00946F6C"/>
    <w:rsid w:val="00961FBA"/>
    <w:rsid w:val="00962258"/>
    <w:rsid w:val="009678B7"/>
    <w:rsid w:val="00970B5A"/>
    <w:rsid w:val="00981224"/>
    <w:rsid w:val="00984503"/>
    <w:rsid w:val="00984C4A"/>
    <w:rsid w:val="00992D9C"/>
    <w:rsid w:val="0099348A"/>
    <w:rsid w:val="00996CB8"/>
    <w:rsid w:val="009A5CF7"/>
    <w:rsid w:val="009B042B"/>
    <w:rsid w:val="009B0606"/>
    <w:rsid w:val="009B1DDE"/>
    <w:rsid w:val="009B2E97"/>
    <w:rsid w:val="009C442C"/>
    <w:rsid w:val="009E07F4"/>
    <w:rsid w:val="009F309B"/>
    <w:rsid w:val="009F3142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670F9"/>
    <w:rsid w:val="00A71189"/>
    <w:rsid w:val="00A753ED"/>
    <w:rsid w:val="00A94C2F"/>
    <w:rsid w:val="00AA4CBB"/>
    <w:rsid w:val="00AA65FA"/>
    <w:rsid w:val="00AA7351"/>
    <w:rsid w:val="00AC24E4"/>
    <w:rsid w:val="00AC27FB"/>
    <w:rsid w:val="00AD056F"/>
    <w:rsid w:val="00AD57C8"/>
    <w:rsid w:val="00AD6731"/>
    <w:rsid w:val="00AF7AD7"/>
    <w:rsid w:val="00B008D5"/>
    <w:rsid w:val="00B01462"/>
    <w:rsid w:val="00B057BE"/>
    <w:rsid w:val="00B06145"/>
    <w:rsid w:val="00B15A8D"/>
    <w:rsid w:val="00B15D0D"/>
    <w:rsid w:val="00B211EF"/>
    <w:rsid w:val="00B2400B"/>
    <w:rsid w:val="00B2530B"/>
    <w:rsid w:val="00B34218"/>
    <w:rsid w:val="00B3661A"/>
    <w:rsid w:val="00B43E7D"/>
    <w:rsid w:val="00B75D2B"/>
    <w:rsid w:val="00B75EE1"/>
    <w:rsid w:val="00B77481"/>
    <w:rsid w:val="00B8518B"/>
    <w:rsid w:val="00B91654"/>
    <w:rsid w:val="00BA0376"/>
    <w:rsid w:val="00BA20AC"/>
    <w:rsid w:val="00BA4B10"/>
    <w:rsid w:val="00BA5A75"/>
    <w:rsid w:val="00BC260A"/>
    <w:rsid w:val="00BC4A7F"/>
    <w:rsid w:val="00BD230A"/>
    <w:rsid w:val="00BD7358"/>
    <w:rsid w:val="00BD7E91"/>
    <w:rsid w:val="00BD7F0D"/>
    <w:rsid w:val="00BE5A7F"/>
    <w:rsid w:val="00BF323B"/>
    <w:rsid w:val="00BF4756"/>
    <w:rsid w:val="00C02D0A"/>
    <w:rsid w:val="00C03A6E"/>
    <w:rsid w:val="00C12C97"/>
    <w:rsid w:val="00C233B5"/>
    <w:rsid w:val="00C30C0F"/>
    <w:rsid w:val="00C335A2"/>
    <w:rsid w:val="00C3606B"/>
    <w:rsid w:val="00C420CA"/>
    <w:rsid w:val="00C44F6A"/>
    <w:rsid w:val="00C54743"/>
    <w:rsid w:val="00C6198E"/>
    <w:rsid w:val="00C778A5"/>
    <w:rsid w:val="00C8075A"/>
    <w:rsid w:val="00C95162"/>
    <w:rsid w:val="00C97C4E"/>
    <w:rsid w:val="00CA59E7"/>
    <w:rsid w:val="00CA5F95"/>
    <w:rsid w:val="00CB10D4"/>
    <w:rsid w:val="00CC1ABB"/>
    <w:rsid w:val="00CC2AE6"/>
    <w:rsid w:val="00CC4705"/>
    <w:rsid w:val="00CD1FC4"/>
    <w:rsid w:val="00CD3E6B"/>
    <w:rsid w:val="00CD6247"/>
    <w:rsid w:val="00CD64CF"/>
    <w:rsid w:val="00CD7B19"/>
    <w:rsid w:val="00D015F4"/>
    <w:rsid w:val="00D034A0"/>
    <w:rsid w:val="00D038D8"/>
    <w:rsid w:val="00D21061"/>
    <w:rsid w:val="00D239DB"/>
    <w:rsid w:val="00D40394"/>
    <w:rsid w:val="00D4108E"/>
    <w:rsid w:val="00D6163D"/>
    <w:rsid w:val="00D64AC7"/>
    <w:rsid w:val="00D70D53"/>
    <w:rsid w:val="00D775C0"/>
    <w:rsid w:val="00D831A3"/>
    <w:rsid w:val="00D96037"/>
    <w:rsid w:val="00D9686E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DF4901"/>
    <w:rsid w:val="00E03AA6"/>
    <w:rsid w:val="00E1013A"/>
    <w:rsid w:val="00E1528E"/>
    <w:rsid w:val="00E1776D"/>
    <w:rsid w:val="00E218B5"/>
    <w:rsid w:val="00E2667D"/>
    <w:rsid w:val="00E55D97"/>
    <w:rsid w:val="00E762E9"/>
    <w:rsid w:val="00E95EA4"/>
    <w:rsid w:val="00EB104F"/>
    <w:rsid w:val="00EB2B45"/>
    <w:rsid w:val="00EC114B"/>
    <w:rsid w:val="00EC3320"/>
    <w:rsid w:val="00ED14BD"/>
    <w:rsid w:val="00ED2004"/>
    <w:rsid w:val="00ED31DF"/>
    <w:rsid w:val="00EE6572"/>
    <w:rsid w:val="00F0092E"/>
    <w:rsid w:val="00F01587"/>
    <w:rsid w:val="00F016C7"/>
    <w:rsid w:val="00F12DEC"/>
    <w:rsid w:val="00F1715C"/>
    <w:rsid w:val="00F27FF1"/>
    <w:rsid w:val="00F310F8"/>
    <w:rsid w:val="00F32590"/>
    <w:rsid w:val="00F35617"/>
    <w:rsid w:val="00F35939"/>
    <w:rsid w:val="00F37A56"/>
    <w:rsid w:val="00F45607"/>
    <w:rsid w:val="00F53137"/>
    <w:rsid w:val="00F54FEF"/>
    <w:rsid w:val="00F659EB"/>
    <w:rsid w:val="00F813AF"/>
    <w:rsid w:val="00F8233B"/>
    <w:rsid w:val="00F86BA6"/>
    <w:rsid w:val="00F92868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E2667D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95BAB598-471A-4A66-8C7B-F89FC4883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412</TotalTime>
  <Pages>6</Pages>
  <Words>1522</Words>
  <Characters>8982</Characters>
  <Application>Microsoft Office Word</Application>
  <DocSecurity>0</DocSecurity>
  <Lines>74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10484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48</cp:revision>
  <cp:lastPrinted>2021-04-30T10:23:00Z</cp:lastPrinted>
  <dcterms:created xsi:type="dcterms:W3CDTF">2023-05-20T15:10:00Z</dcterms:created>
  <dcterms:modified xsi:type="dcterms:W3CDTF">2023-06-15T06:39:00Z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